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4177" w:rsidRDefault="00144177" w:rsidP="00144177">
      <w:pPr>
        <w:jc w:val="center"/>
        <w:rPr>
          <w:b/>
          <w:bCs/>
          <w:sz w:val="28"/>
          <w:szCs w:val="28"/>
        </w:rPr>
      </w:pPr>
      <w:r w:rsidRPr="00CE5BBC">
        <w:rPr>
          <w:b/>
          <w:bCs/>
          <w:sz w:val="28"/>
          <w:szCs w:val="28"/>
        </w:rPr>
        <w:t>OFERTA</w:t>
      </w:r>
      <w:r>
        <w:rPr>
          <w:b/>
          <w:bCs/>
          <w:sz w:val="28"/>
          <w:szCs w:val="28"/>
        </w:rPr>
        <w:t xml:space="preserve"> NA</w:t>
      </w:r>
      <w:r w:rsidR="00F80D98">
        <w:rPr>
          <w:b/>
          <w:bCs/>
          <w:sz w:val="28"/>
          <w:szCs w:val="28"/>
        </w:rPr>
        <w:t xml:space="preserve"> DOSTAWĘ</w:t>
      </w:r>
      <w:r>
        <w:rPr>
          <w:b/>
          <w:bCs/>
          <w:sz w:val="28"/>
          <w:szCs w:val="28"/>
        </w:rPr>
        <w:t xml:space="preserve"> </w:t>
      </w:r>
    </w:p>
    <w:p w:rsidR="00702A3D" w:rsidRPr="00144177" w:rsidRDefault="00DD1ED8" w:rsidP="0014417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STERYLIZATORA PAROWEGO Z WYPOSAŻENIEM</w:t>
      </w:r>
      <w:r w:rsidR="00F80D98" w:rsidRPr="00F80D98">
        <w:rPr>
          <w:b/>
          <w:bCs/>
          <w:sz w:val="28"/>
          <w:szCs w:val="28"/>
        </w:rPr>
        <w:t xml:space="preserve"> </w:t>
      </w:r>
    </w:p>
    <w:p w:rsidR="00144177" w:rsidRPr="00CE5BBC" w:rsidRDefault="00144177" w:rsidP="00DD1ED8">
      <w:pPr>
        <w:spacing w:before="120" w:after="120"/>
        <w:ind w:left="6" w:hanging="6"/>
        <w:rPr>
          <w:b/>
          <w:bCs/>
          <w:sz w:val="28"/>
          <w:szCs w:val="28"/>
        </w:rPr>
      </w:pPr>
    </w:p>
    <w:p w:rsidR="00933C7B" w:rsidRPr="00A50565" w:rsidRDefault="006C73E0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Pr="006C73E0">
        <w:tab/>
      </w:r>
      <w:r w:rsidR="00933C7B" w:rsidRPr="00A50565">
        <w:rPr>
          <w:sz w:val="22"/>
        </w:rPr>
        <w:t>Pełne dane adresowe Wykonawcy/Wykonawców</w:t>
      </w:r>
      <w:r w:rsidR="00933C7B" w:rsidRPr="00A50565">
        <w:rPr>
          <w:rStyle w:val="Odwoanieprzypisudolnego"/>
          <w:sz w:val="22"/>
        </w:rPr>
        <w:footnoteReference w:id="1"/>
      </w:r>
      <w:r w:rsidR="000E6F21" w:rsidRPr="00A50565">
        <w:rPr>
          <w:sz w:val="22"/>
        </w:rPr>
        <w:t>:</w:t>
      </w:r>
      <w:r w:rsidR="00933C7B" w:rsidRPr="00A50565">
        <w:rPr>
          <w:sz w:val="22"/>
        </w:rPr>
        <w:t xml:space="preserve"> 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b/>
          <w:sz w:val="22"/>
          <w:szCs w:val="22"/>
        </w:rPr>
        <w:t>Nazwa (firma)</w:t>
      </w:r>
      <w:r w:rsidRPr="00A50565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..............................</w:t>
      </w:r>
      <w:r w:rsidRPr="00A50565">
        <w:rPr>
          <w:rFonts w:ascii="Times New Roman" w:hAnsi="Times New Roman" w:cs="Times New Roman"/>
          <w:sz w:val="22"/>
          <w:szCs w:val="22"/>
        </w:rPr>
        <w:t>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Siedziba 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Nr telefonu/nr faksu .......................................................................................................................</w:t>
      </w:r>
      <w:r w:rsidR="000E6F21" w:rsidRPr="00A50565">
        <w:rPr>
          <w:rFonts w:ascii="Times New Roman" w:hAnsi="Times New Roman" w:cs="Times New Roman"/>
          <w:sz w:val="22"/>
          <w:szCs w:val="22"/>
        </w:rPr>
        <w:t>.</w:t>
      </w:r>
      <w:r w:rsidRPr="00A50565">
        <w:rPr>
          <w:rFonts w:ascii="Times New Roman" w:hAnsi="Times New Roman" w:cs="Times New Roman"/>
          <w:sz w:val="22"/>
          <w:szCs w:val="22"/>
        </w:rPr>
        <w:t>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...................................................................................................................................................,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A50565">
        <w:rPr>
          <w:rFonts w:ascii="Times New Roman" w:hAnsi="Times New Roman" w:cs="Times New Roman"/>
          <w:sz w:val="22"/>
          <w:szCs w:val="22"/>
        </w:rPr>
        <w:t>Adres do korespondencji .....................................................................................................................,</w:t>
      </w:r>
    </w:p>
    <w:p w:rsidR="00933C7B" w:rsidRPr="00A50565" w:rsidRDefault="00933C7B" w:rsidP="00A50565">
      <w:pPr>
        <w:pStyle w:val="Zwykytekst"/>
        <w:tabs>
          <w:tab w:val="left" w:leader="dot" w:pos="9072"/>
        </w:tabs>
        <w:spacing w:before="80" w:line="276" w:lineRule="auto"/>
        <w:jc w:val="both"/>
        <w:rPr>
          <w:rFonts w:ascii="Times New Roman" w:hAnsi="Times New Roman" w:cs="Times New Roman"/>
          <w:sz w:val="22"/>
          <w:szCs w:val="22"/>
          <w:lang w:val="de-DE"/>
        </w:rPr>
      </w:pP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NIP .......................................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.. 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Nr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 REGON 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</w:t>
      </w:r>
      <w:proofErr w:type="spellStart"/>
      <w:r w:rsidRPr="00A50565">
        <w:rPr>
          <w:rFonts w:ascii="Times New Roman" w:hAnsi="Times New Roman" w:cs="Times New Roman"/>
          <w:sz w:val="22"/>
          <w:szCs w:val="22"/>
          <w:lang w:val="de-DE"/>
        </w:rPr>
        <w:t>e-mail</w:t>
      </w:r>
      <w:proofErr w:type="spellEnd"/>
      <w:r w:rsidRPr="00A50565">
        <w:rPr>
          <w:rFonts w:ascii="Times New Roman" w:hAnsi="Times New Roman" w:cs="Times New Roman"/>
          <w:sz w:val="22"/>
          <w:szCs w:val="22"/>
          <w:lang w:val="de-DE"/>
        </w:rPr>
        <w:t xml:space="preserve">: 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...................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</w:t>
      </w:r>
      <w:r w:rsidR="008D540E" w:rsidRPr="00A50565">
        <w:rPr>
          <w:rFonts w:ascii="Times New Roman" w:hAnsi="Times New Roman" w:cs="Times New Roman"/>
          <w:sz w:val="22"/>
          <w:szCs w:val="22"/>
          <w:lang w:val="de-DE"/>
        </w:rPr>
        <w:t>....</w:t>
      </w:r>
      <w:r w:rsidRPr="00A50565">
        <w:rPr>
          <w:rFonts w:ascii="Times New Roman" w:hAnsi="Times New Roman" w:cs="Times New Roman"/>
          <w:sz w:val="22"/>
          <w:szCs w:val="22"/>
          <w:lang w:val="de-DE"/>
        </w:rPr>
        <w:t>...</w:t>
      </w:r>
    </w:p>
    <w:p w:rsidR="00CE5BBC" w:rsidRPr="00363C6E" w:rsidRDefault="00CE5BBC" w:rsidP="00A50565">
      <w:pPr>
        <w:spacing w:before="80" w:line="276" w:lineRule="auto"/>
        <w:rPr>
          <w:sz w:val="22"/>
          <w:szCs w:val="22"/>
        </w:rPr>
      </w:pPr>
    </w:p>
    <w:p w:rsidR="00136EC5" w:rsidRDefault="0027141C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postępowaniu o udz</w:t>
      </w:r>
      <w:r w:rsidR="00136EC5">
        <w:rPr>
          <w:sz w:val="22"/>
          <w:szCs w:val="22"/>
        </w:rPr>
        <w:t>ielenie zamówienia oświadczenia, wnioski, zawiadomienia oraz informacje Zamawiający przekazuje osobiście, za pomocą operatora pocztowego na adres Wykonawcy: …………………………………………………………………………………………………..,</w:t>
      </w:r>
    </w:p>
    <w:p w:rsidR="00BD3411" w:rsidRDefault="00136EC5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za pomocą środków komunikacji elektronicznej na adres Wykonawcy: </w:t>
      </w:r>
    </w:p>
    <w:p w:rsidR="000E6F21" w:rsidRDefault="00BD3411" w:rsidP="00A50565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mail: </w:t>
      </w:r>
      <w:r w:rsidR="00136EC5">
        <w:rPr>
          <w:sz w:val="22"/>
          <w:szCs w:val="22"/>
        </w:rPr>
        <w:t>……………………………</w:t>
      </w:r>
      <w:r>
        <w:rPr>
          <w:sz w:val="22"/>
          <w:szCs w:val="22"/>
        </w:rPr>
        <w:t xml:space="preserve"> faks: </w:t>
      </w:r>
      <w:r w:rsidR="00136EC5">
        <w:rPr>
          <w:sz w:val="22"/>
          <w:szCs w:val="22"/>
        </w:rPr>
        <w:t xml:space="preserve">……………………………………………………... </w:t>
      </w:r>
    </w:p>
    <w:p w:rsidR="00BD3411" w:rsidRDefault="00BD3411" w:rsidP="00BD3411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jednocześnie oświadczam</w:t>
      </w:r>
      <w:r w:rsidR="00DA37AA">
        <w:rPr>
          <w:sz w:val="22"/>
          <w:szCs w:val="22"/>
        </w:rPr>
        <w:t>,</w:t>
      </w:r>
      <w:r>
        <w:rPr>
          <w:sz w:val="22"/>
          <w:szCs w:val="22"/>
        </w:rPr>
        <w:t xml:space="preserve"> że w/w środki komunikacji elektronicznej po terminie złożenia oferty będą </w:t>
      </w:r>
      <w:r w:rsidR="008E6FCC">
        <w:rPr>
          <w:sz w:val="22"/>
          <w:szCs w:val="22"/>
        </w:rPr>
        <w:t>aktywne/czynne i sprawne przez cały okres trwania postępowania. W przypadku braku możliwości skorzystania z w/w środków komunikacji zamawiający zostanie niezwłocznie poinformowany.</w:t>
      </w:r>
    </w:p>
    <w:p w:rsidR="00D96FB5" w:rsidRPr="00A50565" w:rsidRDefault="00D96FB5" w:rsidP="00BD3411">
      <w:pPr>
        <w:spacing w:line="276" w:lineRule="auto"/>
        <w:jc w:val="both"/>
        <w:rPr>
          <w:sz w:val="22"/>
          <w:szCs w:val="22"/>
        </w:rPr>
      </w:pPr>
    </w:p>
    <w:p w:rsidR="000409F4" w:rsidRPr="0015482E" w:rsidRDefault="00116660" w:rsidP="00415E81">
      <w:pPr>
        <w:pStyle w:val="Nagwek1"/>
      </w:pPr>
      <w:r w:rsidRPr="00A50565">
        <w:t>Odpowiadając na ogłoszenie o zamówieniu w</w:t>
      </w:r>
      <w:r w:rsidR="00612F8A" w:rsidRPr="00A50565">
        <w:t xml:space="preserve"> postępowaniu prowadzonym w</w:t>
      </w:r>
      <w:r w:rsidRPr="00A50565">
        <w:t xml:space="preserve"> trybie przetargu nieograniczonego </w:t>
      </w:r>
      <w:r w:rsidR="009A221A" w:rsidRPr="00A50565">
        <w:t>na podstawie art. 10 ust. 1</w:t>
      </w:r>
      <w:r w:rsidR="00136EC5">
        <w:t xml:space="preserve"> oraz art. 39 - 46</w:t>
      </w:r>
      <w:r w:rsidR="009A221A" w:rsidRPr="00A50565">
        <w:t xml:space="preserve"> ustawy z dnia 29 stycznia 2004 r.- Prawo zamówień publicznych (</w:t>
      </w:r>
      <w:r w:rsidR="00136EC5">
        <w:t xml:space="preserve">tekst jedn.: </w:t>
      </w:r>
      <w:r w:rsidR="00294B15" w:rsidRPr="00A50565">
        <w:t>Dz.U. z</w:t>
      </w:r>
      <w:r w:rsidR="002F180F">
        <w:t xml:space="preserve"> 2018 r. poz. 1986</w:t>
      </w:r>
      <w:r w:rsidR="00136EC5">
        <w:t xml:space="preserve"> z </w:t>
      </w:r>
      <w:proofErr w:type="spellStart"/>
      <w:r w:rsidR="00136EC5">
        <w:t>późn</w:t>
      </w:r>
      <w:proofErr w:type="spellEnd"/>
      <w:r w:rsidR="00136EC5">
        <w:t xml:space="preserve">. </w:t>
      </w:r>
      <w:proofErr w:type="spellStart"/>
      <w:r w:rsidR="00136EC5">
        <w:t>zm</w:t>
      </w:r>
      <w:proofErr w:type="spellEnd"/>
      <w:r w:rsidR="00363C6E">
        <w:t xml:space="preserve"> </w:t>
      </w:r>
      <w:r w:rsidR="009A221A" w:rsidRPr="00A50565">
        <w:t>), na</w:t>
      </w:r>
      <w:r w:rsidR="004C0A21" w:rsidRPr="00A50565">
        <w:t xml:space="preserve"> realizacje zadania pod nazwą</w:t>
      </w:r>
      <w:r w:rsidR="009A221A" w:rsidRPr="00A50565">
        <w:t xml:space="preserve">: </w:t>
      </w:r>
      <w:r w:rsidR="00E87E55">
        <w:t>„</w:t>
      </w:r>
      <w:r w:rsidR="00F80D98" w:rsidRPr="00F80D98">
        <w:rPr>
          <w:rFonts w:asciiTheme="minorHAnsi" w:hAnsiTheme="minorHAnsi"/>
          <w:b/>
          <w:sz w:val="22"/>
        </w:rPr>
        <w:t>do</w:t>
      </w:r>
      <w:r w:rsidR="00AD2913">
        <w:rPr>
          <w:rFonts w:asciiTheme="minorHAnsi" w:hAnsiTheme="minorHAnsi"/>
          <w:b/>
          <w:sz w:val="22"/>
        </w:rPr>
        <w:t>stawa sterylizatora parowego z wyposażeniem</w:t>
      </w:r>
      <w:r w:rsidR="0020623A">
        <w:rPr>
          <w:b/>
          <w:szCs w:val="20"/>
        </w:rPr>
        <w:t>”</w:t>
      </w:r>
    </w:p>
    <w:p w:rsidR="00A50565" w:rsidRPr="00A50565" w:rsidRDefault="00A50565" w:rsidP="00A50565">
      <w:pPr>
        <w:autoSpaceDE w:val="0"/>
        <w:autoSpaceDN w:val="0"/>
        <w:adjustRightInd w:val="0"/>
        <w:spacing w:line="276" w:lineRule="auto"/>
        <w:jc w:val="center"/>
        <w:rPr>
          <w:rFonts w:cs="Arial"/>
          <w:b/>
          <w:sz w:val="22"/>
          <w:szCs w:val="22"/>
        </w:rPr>
      </w:pPr>
    </w:p>
    <w:p w:rsidR="00A112D7" w:rsidRDefault="00651054" w:rsidP="00A50565">
      <w:pPr>
        <w:spacing w:line="276" w:lineRule="auto"/>
        <w:jc w:val="both"/>
        <w:rPr>
          <w:sz w:val="22"/>
          <w:szCs w:val="22"/>
        </w:rPr>
      </w:pPr>
      <w:r w:rsidRPr="00A50565">
        <w:rPr>
          <w:rFonts w:cs="Arial"/>
          <w:sz w:val="22"/>
          <w:szCs w:val="22"/>
        </w:rPr>
        <w:t xml:space="preserve"> </w:t>
      </w:r>
      <w:r w:rsidR="005B0AE2" w:rsidRPr="00A50565">
        <w:rPr>
          <w:rFonts w:cs="Arial"/>
          <w:sz w:val="22"/>
          <w:szCs w:val="22"/>
        </w:rPr>
        <w:t xml:space="preserve">Oferujemy wykonanie </w:t>
      </w:r>
      <w:r w:rsidR="00DA37AA">
        <w:t>przedmiotu za</w:t>
      </w:r>
      <w:r w:rsidR="005F589B">
        <w:t>mówienia opisanego w treści SIWZ</w:t>
      </w:r>
      <w:r w:rsidR="00DA37AA">
        <w:t xml:space="preserve"> z wszystkimi jej załącznikami i dokonanymi zmianami czy modyfikacjami </w:t>
      </w:r>
      <w:r w:rsidR="00116660" w:rsidRPr="00A50565">
        <w:rPr>
          <w:rFonts w:cs="Arial"/>
          <w:sz w:val="22"/>
          <w:szCs w:val="22"/>
        </w:rPr>
        <w:t>zgodnie z</w:t>
      </w:r>
      <w:r w:rsidR="00116660" w:rsidRPr="00A50565">
        <w:rPr>
          <w:sz w:val="22"/>
          <w:szCs w:val="22"/>
        </w:rPr>
        <w:t xml:space="preserve"> wym</w:t>
      </w:r>
      <w:r w:rsidR="005B364B" w:rsidRPr="00A50565">
        <w:rPr>
          <w:sz w:val="22"/>
          <w:szCs w:val="22"/>
        </w:rPr>
        <w:t>aganiami określonymi w SIWZ</w:t>
      </w:r>
      <w:r w:rsidR="00CE032B">
        <w:rPr>
          <w:sz w:val="22"/>
          <w:szCs w:val="22"/>
        </w:rPr>
        <w:t xml:space="preserve"> </w:t>
      </w:r>
      <w:r w:rsidR="00116660" w:rsidRPr="00A50565">
        <w:rPr>
          <w:sz w:val="22"/>
          <w:szCs w:val="22"/>
        </w:rPr>
        <w:t>za cenę</w:t>
      </w:r>
      <w:r w:rsidR="00C91AD9">
        <w:rPr>
          <w:sz w:val="22"/>
          <w:szCs w:val="22"/>
        </w:rPr>
        <w:t>:</w:t>
      </w:r>
    </w:p>
    <w:p w:rsidR="005E5A1C" w:rsidRPr="00A50565" w:rsidRDefault="00A50565" w:rsidP="00A50565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Wartość netto </w:t>
      </w:r>
      <w:r w:rsidR="005E5A1C" w:rsidRPr="00A50565">
        <w:rPr>
          <w:sz w:val="22"/>
          <w:szCs w:val="22"/>
        </w:rPr>
        <w:t>......................</w:t>
      </w:r>
      <w:r w:rsidR="00CE5BBC" w:rsidRPr="00A50565">
        <w:rPr>
          <w:sz w:val="22"/>
          <w:szCs w:val="22"/>
        </w:rPr>
        <w:t>............</w:t>
      </w:r>
      <w:r w:rsidR="005E5A1C" w:rsidRPr="00A50565">
        <w:rPr>
          <w:sz w:val="22"/>
          <w:szCs w:val="22"/>
        </w:rPr>
        <w:t>.zł (słownie: ......</w:t>
      </w:r>
      <w:r w:rsidR="009C51D3" w:rsidRPr="00A50565">
        <w:rPr>
          <w:sz w:val="22"/>
          <w:szCs w:val="22"/>
        </w:rPr>
        <w:t>.....</w:t>
      </w:r>
      <w:r w:rsidR="00612F8A" w:rsidRPr="00A50565">
        <w:rPr>
          <w:sz w:val="22"/>
          <w:szCs w:val="22"/>
        </w:rPr>
        <w:t>....................</w:t>
      </w:r>
      <w:r>
        <w:rPr>
          <w:sz w:val="22"/>
          <w:szCs w:val="22"/>
        </w:rPr>
        <w:t>.</w:t>
      </w:r>
      <w:r w:rsidR="005E5A1C" w:rsidRPr="00A50565">
        <w:rPr>
          <w:sz w:val="22"/>
          <w:szCs w:val="22"/>
        </w:rPr>
        <w:t>............ złotych)</w:t>
      </w:r>
    </w:p>
    <w:p w:rsidR="005E5A1C" w:rsidRPr="00A50565" w:rsidRDefault="005E5A1C" w:rsidP="00A50565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VAT ........ % tj. ................</w:t>
      </w:r>
      <w:r w:rsidR="00CE5BBC" w:rsidRPr="00A50565">
        <w:rPr>
          <w:sz w:val="22"/>
          <w:szCs w:val="22"/>
        </w:rPr>
        <w:t>...........</w:t>
      </w:r>
      <w:r w:rsidRPr="00A50565">
        <w:rPr>
          <w:sz w:val="22"/>
          <w:szCs w:val="22"/>
        </w:rPr>
        <w:t xml:space="preserve">.... zł </w:t>
      </w:r>
      <w:r w:rsidR="00612F8A" w:rsidRPr="00A50565">
        <w:rPr>
          <w:sz w:val="22"/>
          <w:szCs w:val="22"/>
        </w:rPr>
        <w:t>(słownie:</w:t>
      </w:r>
      <w:r w:rsidR="00A50565">
        <w:rPr>
          <w:sz w:val="22"/>
          <w:szCs w:val="22"/>
        </w:rPr>
        <w:t xml:space="preserve"> ............................</w:t>
      </w:r>
      <w:r w:rsidR="00612F8A" w:rsidRPr="00A50565">
        <w:rPr>
          <w:sz w:val="22"/>
          <w:szCs w:val="22"/>
        </w:rPr>
        <w:t>................ złotych)</w:t>
      </w:r>
    </w:p>
    <w:p w:rsidR="00540F6A" w:rsidRDefault="005E5A1C" w:rsidP="00B226A6">
      <w:pPr>
        <w:spacing w:before="80" w:after="80" w:line="276" w:lineRule="auto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Wartość br</w:t>
      </w:r>
      <w:r w:rsidR="00612F8A" w:rsidRPr="00A50565">
        <w:rPr>
          <w:sz w:val="22"/>
          <w:szCs w:val="22"/>
        </w:rPr>
        <w:t>utto ....................</w:t>
      </w:r>
      <w:r w:rsidR="00CE5BBC" w:rsidRPr="00A50565">
        <w:rPr>
          <w:sz w:val="22"/>
          <w:szCs w:val="22"/>
        </w:rPr>
        <w:t>...........</w:t>
      </w:r>
      <w:r w:rsidR="00612F8A" w:rsidRPr="00A50565">
        <w:rPr>
          <w:sz w:val="22"/>
          <w:szCs w:val="22"/>
        </w:rPr>
        <w:t>...zł (słownie: ...........................</w:t>
      </w:r>
      <w:r w:rsidR="00A50565">
        <w:rPr>
          <w:sz w:val="22"/>
          <w:szCs w:val="22"/>
        </w:rPr>
        <w:t>.......</w:t>
      </w:r>
      <w:r w:rsidR="00612F8A" w:rsidRPr="00A50565">
        <w:rPr>
          <w:sz w:val="22"/>
          <w:szCs w:val="22"/>
        </w:rPr>
        <w:t>........... złotych)</w:t>
      </w:r>
    </w:p>
    <w:p w:rsidR="00B226A6" w:rsidRDefault="00B226A6" w:rsidP="00B226A6">
      <w:pPr>
        <w:spacing w:before="80" w:after="8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zgodnie z załączonym formularzem cenowym.</w:t>
      </w:r>
    </w:p>
    <w:p w:rsidR="002154CF" w:rsidRDefault="005B0AE2" w:rsidP="001677C7">
      <w:pPr>
        <w:spacing w:before="120" w:line="276" w:lineRule="auto"/>
        <w:jc w:val="both"/>
        <w:rPr>
          <w:sz w:val="22"/>
        </w:rPr>
      </w:pPr>
      <w:r w:rsidRPr="00A50565">
        <w:rPr>
          <w:sz w:val="22"/>
        </w:rPr>
        <w:t xml:space="preserve">Oświadczamy, że </w:t>
      </w:r>
      <w:r w:rsidRPr="00A50565">
        <w:rPr>
          <w:spacing w:val="-6"/>
          <w:sz w:val="22"/>
        </w:rPr>
        <w:t xml:space="preserve">powyższa cena </w:t>
      </w:r>
      <w:r w:rsidRPr="00A50565">
        <w:rPr>
          <w:sz w:val="22"/>
        </w:rPr>
        <w:t>obejmuje wykonanie wszelkich czynności niezbędnych do realizacj</w:t>
      </w:r>
      <w:r w:rsidR="0075211C">
        <w:rPr>
          <w:sz w:val="22"/>
        </w:rPr>
        <w:t xml:space="preserve">i przedmiotu zamówienia </w:t>
      </w:r>
      <w:r w:rsidRPr="00A50565">
        <w:rPr>
          <w:sz w:val="22"/>
        </w:rPr>
        <w:t xml:space="preserve">zgodnie z postanowieniami SIWZ, w tym </w:t>
      </w:r>
      <w:r w:rsidR="0015482E">
        <w:rPr>
          <w:sz w:val="22"/>
        </w:rPr>
        <w:t>wzorem</w:t>
      </w:r>
      <w:r w:rsidRPr="00A50565">
        <w:rPr>
          <w:sz w:val="22"/>
        </w:rPr>
        <w:t xml:space="preserve"> umowy</w:t>
      </w:r>
      <w:r w:rsidR="002154CF" w:rsidRPr="00A50565">
        <w:rPr>
          <w:sz w:val="22"/>
        </w:rPr>
        <w:t>.</w:t>
      </w:r>
    </w:p>
    <w:p w:rsidR="007A6779" w:rsidRDefault="007A6779" w:rsidP="001677C7">
      <w:pPr>
        <w:spacing w:before="120" w:line="276" w:lineRule="auto"/>
        <w:jc w:val="both"/>
        <w:rPr>
          <w:sz w:val="22"/>
          <w:szCs w:val="22"/>
        </w:rPr>
      </w:pPr>
    </w:p>
    <w:p w:rsidR="00E1676A" w:rsidRDefault="00E1676A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 w:rsidRPr="00E1676A">
        <w:rPr>
          <w:sz w:val="22"/>
          <w:szCs w:val="22"/>
        </w:rPr>
        <w:t xml:space="preserve">Informujemy, że </w:t>
      </w:r>
      <w:r w:rsidRPr="00E1676A">
        <w:rPr>
          <w:rFonts w:eastAsia="CIDFont+F2"/>
          <w:sz w:val="22"/>
          <w:szCs w:val="22"/>
        </w:rPr>
        <w:t xml:space="preserve">wybór oferty nie będzie/będzie* </w:t>
      </w:r>
      <w:r w:rsidRPr="00E1676A">
        <w:rPr>
          <w:rFonts w:eastAsia="CIDFont+F2"/>
          <w:sz w:val="18"/>
          <w:szCs w:val="18"/>
        </w:rPr>
        <w:t xml:space="preserve"> </w:t>
      </w:r>
      <w:r>
        <w:rPr>
          <w:rFonts w:eastAsia="CIDFont+F2"/>
          <w:sz w:val="22"/>
          <w:szCs w:val="22"/>
        </w:rPr>
        <w:t>prowadzić do powstania u Zamawiającego obowiązku podatkowego zgodnie z przepisami o podatku od towarów i usług</w:t>
      </w:r>
      <w:r w:rsidR="00026F65">
        <w:rPr>
          <w:rFonts w:eastAsia="CIDFont+F2"/>
          <w:sz w:val="22"/>
          <w:szCs w:val="22"/>
        </w:rPr>
        <w:t>.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lastRenderedPageBreak/>
        <w:t>Nazwa (rodzaj) towaru lub usługi wraz z podaniem ich wartość bez kwoty podatku, których dostawa lub świadczenie będzie prowadzić do powstania u Zamawiającego obowiązku podatkowego zgodnie z przepisami o podatku od towarów i usług: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……………………………………………………………………………………………………………</w:t>
      </w:r>
    </w:p>
    <w:p w:rsidR="00026F65" w:rsidRDefault="00026F65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  <w:r>
        <w:rPr>
          <w:rFonts w:eastAsia="CIDFont+F2"/>
          <w:sz w:val="22"/>
          <w:szCs w:val="22"/>
        </w:rPr>
        <w:t>(jeżeli nie występuje wpisać „nie dotyczy”)</w:t>
      </w:r>
    </w:p>
    <w:p w:rsidR="00DD16EF" w:rsidRPr="00DD16EF" w:rsidRDefault="00DD16EF" w:rsidP="001677C7">
      <w:pPr>
        <w:spacing w:before="120" w:line="276" w:lineRule="auto"/>
        <w:jc w:val="both"/>
        <w:rPr>
          <w:rFonts w:eastAsia="CIDFont+F2"/>
          <w:sz w:val="22"/>
          <w:szCs w:val="22"/>
        </w:rPr>
      </w:pPr>
    </w:p>
    <w:p w:rsidR="00C95215" w:rsidRDefault="00C95215" w:rsidP="00C95215">
      <w:pPr>
        <w:spacing w:line="276" w:lineRule="auto"/>
        <w:jc w:val="both"/>
        <w:rPr>
          <w:sz w:val="22"/>
          <w:szCs w:val="22"/>
        </w:rPr>
      </w:pPr>
      <w:r w:rsidRPr="00DD16EF">
        <w:rPr>
          <w:b/>
          <w:sz w:val="22"/>
          <w:szCs w:val="22"/>
        </w:rPr>
        <w:t>Oferujemy termin</w:t>
      </w:r>
      <w:r w:rsidR="004E481C">
        <w:rPr>
          <w:b/>
          <w:sz w:val="22"/>
          <w:szCs w:val="22"/>
        </w:rPr>
        <w:t xml:space="preserve"> 24 </w:t>
      </w:r>
      <w:r>
        <w:rPr>
          <w:b/>
          <w:sz w:val="22"/>
          <w:szCs w:val="22"/>
        </w:rPr>
        <w:t>miesięcy</w:t>
      </w:r>
      <w:r w:rsidRPr="00DD16EF">
        <w:rPr>
          <w:b/>
          <w:sz w:val="22"/>
          <w:szCs w:val="22"/>
        </w:rPr>
        <w:t xml:space="preserve"> gwarancji zrównany z okresem rękojmi </w:t>
      </w:r>
      <w:r w:rsidRPr="00DD16EF">
        <w:rPr>
          <w:sz w:val="22"/>
          <w:szCs w:val="22"/>
        </w:rPr>
        <w:t>liczony</w:t>
      </w:r>
      <w:r w:rsidRPr="00DD16EF">
        <w:rPr>
          <w:b/>
          <w:sz w:val="22"/>
          <w:szCs w:val="22"/>
        </w:rPr>
        <w:t xml:space="preserve"> </w:t>
      </w:r>
      <w:r w:rsidRPr="00DD16EF">
        <w:rPr>
          <w:sz w:val="22"/>
          <w:szCs w:val="22"/>
        </w:rPr>
        <w:t>od dnia odbioru i uruchomienia przedmiotu zamówienia</w:t>
      </w:r>
      <w:r>
        <w:rPr>
          <w:sz w:val="22"/>
          <w:szCs w:val="22"/>
        </w:rPr>
        <w:t xml:space="preserve"> </w:t>
      </w:r>
      <w:r w:rsidRPr="00DD16EF">
        <w:rPr>
          <w:sz w:val="22"/>
          <w:szCs w:val="22"/>
        </w:rPr>
        <w:t>przyjęty jako kryterium oceny ofert zgodnie z załączonym załącznikiem nr. 3 do SIWZ (Opis przedmiotu zamówienia, zestawienie granicznych par</w:t>
      </w:r>
      <w:r>
        <w:rPr>
          <w:sz w:val="22"/>
          <w:szCs w:val="22"/>
        </w:rPr>
        <w:t>ametrów techniczno- użytkowych)</w:t>
      </w:r>
    </w:p>
    <w:p w:rsidR="00DD16EF" w:rsidRPr="00DD16EF" w:rsidRDefault="00DD16EF" w:rsidP="00DD16EF">
      <w:pPr>
        <w:spacing w:line="276" w:lineRule="auto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Oświadczamy, że:</w:t>
      </w:r>
    </w:p>
    <w:p w:rsidR="005B0AE2" w:rsidRPr="00C91AD9" w:rsidRDefault="00350D94" w:rsidP="00A50565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>
        <w:t>spełniamy warunki udziału określone przez zamawiającego w tym postępowaniu</w:t>
      </w:r>
      <w:r w:rsidR="005B0AE2" w:rsidRPr="00C91AD9">
        <w:rPr>
          <w:sz w:val="22"/>
          <w:szCs w:val="22"/>
        </w:rPr>
        <w:t>,</w:t>
      </w:r>
    </w:p>
    <w:p w:rsidR="005B0AE2" w:rsidRDefault="005B0AE2" w:rsidP="00FE49B8">
      <w:pPr>
        <w:numPr>
          <w:ilvl w:val="0"/>
          <w:numId w:val="16"/>
        </w:numPr>
        <w:tabs>
          <w:tab w:val="clear" w:pos="360"/>
          <w:tab w:val="num" w:pos="720"/>
        </w:tabs>
        <w:spacing w:line="276" w:lineRule="auto"/>
        <w:ind w:left="357" w:firstLine="69"/>
        <w:jc w:val="both"/>
        <w:rPr>
          <w:sz w:val="22"/>
          <w:szCs w:val="22"/>
        </w:rPr>
      </w:pPr>
      <w:r w:rsidRPr="00C91AD9">
        <w:rPr>
          <w:sz w:val="22"/>
          <w:szCs w:val="22"/>
        </w:rPr>
        <w:t>przedmiot zamówienia wykonamy w terminie do</w:t>
      </w:r>
      <w:r w:rsidR="00E037CE">
        <w:rPr>
          <w:b/>
          <w:sz w:val="22"/>
          <w:szCs w:val="22"/>
        </w:rPr>
        <w:t xml:space="preserve"> </w:t>
      </w:r>
      <w:r w:rsidR="00A96003">
        <w:rPr>
          <w:sz w:val="22"/>
          <w:szCs w:val="22"/>
        </w:rPr>
        <w:t xml:space="preserve">70 </w:t>
      </w:r>
      <w:bookmarkStart w:id="0" w:name="_GoBack"/>
      <w:bookmarkEnd w:id="0"/>
      <w:r w:rsidR="00E037CE" w:rsidRPr="00E037CE">
        <w:rPr>
          <w:sz w:val="22"/>
          <w:szCs w:val="22"/>
        </w:rPr>
        <w:t>dni od dnia podpisania umowy.</w:t>
      </w:r>
    </w:p>
    <w:p w:rsidR="002E62A8" w:rsidRPr="00FE49B8" w:rsidRDefault="002E62A8" w:rsidP="002E62A8">
      <w:pPr>
        <w:spacing w:line="276" w:lineRule="auto"/>
        <w:ind w:left="426"/>
        <w:jc w:val="both"/>
        <w:rPr>
          <w:sz w:val="22"/>
          <w:szCs w:val="22"/>
        </w:rPr>
      </w:pPr>
    </w:p>
    <w:p w:rsidR="005B0AE2" w:rsidRPr="00C91AD9" w:rsidRDefault="005B0AE2" w:rsidP="00A50565">
      <w:pPr>
        <w:pStyle w:val="Nagwek1"/>
        <w:tabs>
          <w:tab w:val="clear" w:pos="284"/>
          <w:tab w:val="left" w:pos="426"/>
        </w:tabs>
        <w:rPr>
          <w:sz w:val="22"/>
        </w:rPr>
      </w:pPr>
      <w:r w:rsidRPr="00C91AD9">
        <w:rPr>
          <w:sz w:val="22"/>
        </w:rPr>
        <w:t>Ponadto oświadczamy, że: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zapoznaliśmy się ze Specyfikacją Istotnych Warunków Zamówienia i nie wnosimy do niej zastrzeżeń,</w:t>
      </w:r>
    </w:p>
    <w:p w:rsidR="00794CB8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 xml:space="preserve">otrzymaliśmy </w:t>
      </w:r>
      <w:r w:rsidR="007602A2" w:rsidRPr="00A50565">
        <w:rPr>
          <w:sz w:val="22"/>
          <w:szCs w:val="22"/>
        </w:rPr>
        <w:t xml:space="preserve">wszelkie niezbędne </w:t>
      </w:r>
      <w:r w:rsidRPr="00A50565">
        <w:rPr>
          <w:sz w:val="22"/>
          <w:szCs w:val="22"/>
        </w:rPr>
        <w:t>informacje do przygotowania oferty</w:t>
      </w:r>
      <w:r w:rsidR="007602A2" w:rsidRPr="00A50565">
        <w:rPr>
          <w:sz w:val="22"/>
          <w:szCs w:val="22"/>
        </w:rPr>
        <w:t xml:space="preserve"> i wykonania zamówienia</w:t>
      </w:r>
      <w:r w:rsidRPr="00A50565">
        <w:rPr>
          <w:sz w:val="22"/>
          <w:szCs w:val="22"/>
        </w:rPr>
        <w:t>,</w:t>
      </w:r>
      <w:r w:rsidR="00FE49B8">
        <w:rPr>
          <w:sz w:val="22"/>
          <w:szCs w:val="22"/>
        </w:rPr>
        <w:t xml:space="preserve"> </w:t>
      </w:r>
    </w:p>
    <w:p w:rsidR="00171B9C" w:rsidRPr="00A50565" w:rsidRDefault="00794C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akceptujemy wskazany w SIWZ czas związania ofertą,</w:t>
      </w:r>
      <w:r w:rsidR="008341DE">
        <w:rPr>
          <w:sz w:val="22"/>
          <w:szCs w:val="22"/>
        </w:rPr>
        <w:t xml:space="preserve"> tj. 3</w:t>
      </w:r>
      <w:r w:rsidR="00171B9C" w:rsidRPr="00A50565">
        <w:rPr>
          <w:sz w:val="22"/>
          <w:szCs w:val="22"/>
        </w:rPr>
        <w:t>0 dni licząc od upływu terminu składania ofert,</w:t>
      </w:r>
    </w:p>
    <w:p w:rsidR="00794CB8" w:rsidRDefault="004B3123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akceptuj</w:t>
      </w:r>
      <w:r w:rsidR="00E84705">
        <w:rPr>
          <w:sz w:val="22"/>
          <w:szCs w:val="22"/>
        </w:rPr>
        <w:t>emy przedstawione</w:t>
      </w:r>
      <w:r w:rsidR="00FE49B8">
        <w:rPr>
          <w:sz w:val="22"/>
          <w:szCs w:val="22"/>
        </w:rPr>
        <w:t xml:space="preserve"> projekt</w:t>
      </w:r>
      <w:r w:rsidR="002F180F">
        <w:rPr>
          <w:sz w:val="22"/>
          <w:szCs w:val="22"/>
        </w:rPr>
        <w:t xml:space="preserve"> umowy</w:t>
      </w:r>
      <w:r w:rsidR="00E84705">
        <w:rPr>
          <w:sz w:val="22"/>
          <w:szCs w:val="22"/>
        </w:rPr>
        <w:t xml:space="preserve"> (stanowiące</w:t>
      </w:r>
      <w:r w:rsidR="00FE49B8">
        <w:rPr>
          <w:sz w:val="22"/>
          <w:szCs w:val="22"/>
        </w:rPr>
        <w:t xml:space="preserve"> załącznik nr </w:t>
      </w:r>
      <w:r w:rsidR="002F180F">
        <w:rPr>
          <w:sz w:val="22"/>
          <w:szCs w:val="22"/>
        </w:rPr>
        <w:t>6</w:t>
      </w:r>
      <w:r w:rsidR="00E84705">
        <w:rPr>
          <w:sz w:val="22"/>
          <w:szCs w:val="22"/>
        </w:rPr>
        <w:t xml:space="preserve"> </w:t>
      </w:r>
      <w:r w:rsidR="00FE49B8">
        <w:rPr>
          <w:sz w:val="22"/>
          <w:szCs w:val="22"/>
        </w:rPr>
        <w:t>do SIWZ)</w:t>
      </w:r>
      <w:r w:rsidRPr="00A50565">
        <w:rPr>
          <w:sz w:val="22"/>
          <w:szCs w:val="22"/>
        </w:rPr>
        <w:t xml:space="preserve"> </w:t>
      </w:r>
    </w:p>
    <w:p w:rsidR="00FE49B8" w:rsidRPr="00A50565" w:rsidRDefault="00FE49B8" w:rsidP="00A50565">
      <w:pPr>
        <w:numPr>
          <w:ilvl w:val="0"/>
          <w:numId w:val="6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>akceptujemy warunki płatności określone przez Zamawiającego w Specyfikacji Is</w:t>
      </w:r>
      <w:r w:rsidR="00D8344C">
        <w:rPr>
          <w:sz w:val="22"/>
          <w:szCs w:val="22"/>
        </w:rPr>
        <w:t>totnych Warunków Zamówienia</w:t>
      </w:r>
      <w:r>
        <w:rPr>
          <w:sz w:val="22"/>
          <w:szCs w:val="22"/>
        </w:rPr>
        <w:t xml:space="preserve"> </w:t>
      </w:r>
      <w:r w:rsidR="00D8344C">
        <w:rPr>
          <w:sz w:val="22"/>
          <w:szCs w:val="22"/>
        </w:rPr>
        <w:t>(</w:t>
      </w:r>
      <w:r>
        <w:rPr>
          <w:sz w:val="22"/>
          <w:szCs w:val="22"/>
        </w:rPr>
        <w:t>projekt umowy</w:t>
      </w:r>
      <w:r w:rsidR="00D8344C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20507C" w:rsidRPr="00A50565" w:rsidRDefault="0020507C" w:rsidP="00A50565">
      <w:pPr>
        <w:tabs>
          <w:tab w:val="num" w:pos="720"/>
        </w:tabs>
        <w:spacing w:line="276" w:lineRule="auto"/>
        <w:ind w:left="714"/>
        <w:jc w:val="both"/>
        <w:rPr>
          <w:sz w:val="22"/>
          <w:szCs w:val="22"/>
        </w:rPr>
      </w:pPr>
    </w:p>
    <w:p w:rsidR="0020507C" w:rsidRPr="00A50565" w:rsidRDefault="0020507C" w:rsidP="00D84373">
      <w:pPr>
        <w:pStyle w:val="Nagwek1"/>
        <w:tabs>
          <w:tab w:val="clear" w:pos="284"/>
          <w:tab w:val="left" w:pos="426"/>
        </w:tabs>
        <w:ind w:left="426" w:hanging="426"/>
        <w:rPr>
          <w:sz w:val="22"/>
        </w:rPr>
      </w:pPr>
      <w:r w:rsidRPr="00A50565">
        <w:rPr>
          <w:sz w:val="22"/>
        </w:rPr>
        <w:t xml:space="preserve">Oświadczamy, że podwykonawcom zamierzamy powierzyć wykonanie następujących </w:t>
      </w:r>
      <w:r w:rsidR="00D84373">
        <w:rPr>
          <w:sz w:val="22"/>
        </w:rPr>
        <w:t xml:space="preserve">elementów dostawy </w:t>
      </w:r>
      <w:r w:rsidRPr="00A50565">
        <w:rPr>
          <w:sz w:val="22"/>
        </w:rPr>
        <w:t xml:space="preserve"> </w:t>
      </w:r>
      <w:r w:rsidRPr="00A50565">
        <w:rPr>
          <w:i/>
          <w:sz w:val="22"/>
        </w:rPr>
        <w:t>(w przypadku realizacji zamówienia w całości siłami własnymi należy wpisać „nie dotyczy”):</w:t>
      </w:r>
    </w:p>
    <w:p w:rsidR="0020507C" w:rsidRDefault="0020507C" w:rsidP="00A50565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 w:rsidR="0068214C"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 w:rsidRPr="00A50565">
        <w:rPr>
          <w:sz w:val="22"/>
          <w:szCs w:val="22"/>
        </w:rPr>
        <w:t>…</w:t>
      </w:r>
      <w:r>
        <w:rPr>
          <w:sz w:val="22"/>
          <w:szCs w:val="22"/>
        </w:rPr>
        <w:t>……………………………………………………………………………………….... – dane identyfikujące  podwykonawcę …………………………………………………………………</w:t>
      </w:r>
    </w:p>
    <w:p w:rsidR="00CE1978" w:rsidRDefault="00CE1978" w:rsidP="00CE1978">
      <w:pPr>
        <w:numPr>
          <w:ilvl w:val="0"/>
          <w:numId w:val="5"/>
        </w:numPr>
        <w:spacing w:line="276" w:lineRule="auto"/>
        <w:ind w:hanging="294"/>
        <w:jc w:val="both"/>
        <w:rPr>
          <w:sz w:val="22"/>
          <w:szCs w:val="22"/>
        </w:rPr>
      </w:pPr>
      <w:r>
        <w:rPr>
          <w:sz w:val="22"/>
          <w:szCs w:val="22"/>
        </w:rPr>
        <w:t>…</w:t>
      </w:r>
    </w:p>
    <w:p w:rsidR="00CE1978" w:rsidRPr="00CE1978" w:rsidRDefault="00CE1978" w:rsidP="00CE1978">
      <w:pPr>
        <w:spacing w:line="276" w:lineRule="auto"/>
        <w:ind w:left="720"/>
        <w:jc w:val="both"/>
        <w:rPr>
          <w:sz w:val="22"/>
          <w:szCs w:val="22"/>
        </w:rPr>
      </w:pPr>
    </w:p>
    <w:p w:rsidR="005B04C6" w:rsidRPr="0068214C" w:rsidRDefault="00E1676A" w:rsidP="0068214C">
      <w:pPr>
        <w:pStyle w:val="Nagwek1"/>
        <w:rPr>
          <w:rFonts w:cs="Times New Roman"/>
        </w:rPr>
      </w:pPr>
      <w:r>
        <w:t xml:space="preserve"> </w:t>
      </w:r>
      <w:r w:rsidRPr="0068214C">
        <w:rPr>
          <w:rFonts w:cs="Times New Roman"/>
          <w:bCs/>
          <w:sz w:val="22"/>
        </w:rPr>
        <w:t xml:space="preserve">Nazwy </w:t>
      </w:r>
      <w:r w:rsidR="00CE1978">
        <w:rPr>
          <w:rFonts w:cs="Times New Roman"/>
          <w:bCs/>
          <w:sz w:val="22"/>
        </w:rPr>
        <w:t>podmiotu</w:t>
      </w:r>
      <w:r w:rsidR="00270266">
        <w:rPr>
          <w:rFonts w:cs="Times New Roman"/>
          <w:bCs/>
          <w:sz w:val="22"/>
        </w:rPr>
        <w:t>/ dane identyfikujące</w:t>
      </w:r>
      <w:r w:rsidRPr="0068214C">
        <w:rPr>
          <w:rFonts w:cs="Times New Roman"/>
          <w:bCs/>
          <w:sz w:val="22"/>
        </w:rPr>
        <w:t xml:space="preserve"> </w:t>
      </w:r>
      <w:r w:rsidR="00270266">
        <w:rPr>
          <w:rFonts w:cs="Times New Roman"/>
          <w:bCs/>
          <w:sz w:val="22"/>
        </w:rPr>
        <w:t>podmiot</w:t>
      </w:r>
      <w:r w:rsidRPr="0068214C">
        <w:rPr>
          <w:rFonts w:cs="Times New Roman"/>
          <w:bCs/>
          <w:sz w:val="22"/>
        </w:rPr>
        <w:t>, na których zasoby powołujemy się na zasadach określonych w art. 22a ust. 1 ustawy PZP, w celu wykazania spełniania warunków udziału w postępowaniu, o których mowa w art. 22 ust. 1b ustawy PZP (w przypadku nie powoływania się zasoby innych podmiotów należy wpisać „nie dotyczy”)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  <w:bCs/>
          <w:sz w:val="22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E1676A" w:rsidRPr="00E1676A" w:rsidRDefault="00E1676A" w:rsidP="00E1676A">
      <w:pPr>
        <w:pStyle w:val="Nagwek1"/>
        <w:numPr>
          <w:ilvl w:val="0"/>
          <w:numId w:val="0"/>
        </w:numPr>
        <w:rPr>
          <w:rFonts w:cs="Times New Roman"/>
        </w:rPr>
      </w:pPr>
      <w:r w:rsidRPr="00E1676A">
        <w:rPr>
          <w:rFonts w:cs="Times New Roman"/>
          <w:bCs/>
          <w:sz w:val="22"/>
        </w:rPr>
        <w:t>……………………………………………………………………………………………………………</w:t>
      </w:r>
    </w:p>
    <w:p w:rsidR="00315D09" w:rsidRPr="00A50565" w:rsidRDefault="00315D09" w:rsidP="00A50565">
      <w:pPr>
        <w:spacing w:line="276" w:lineRule="auto"/>
        <w:ind w:left="720"/>
        <w:jc w:val="both"/>
        <w:rPr>
          <w:sz w:val="22"/>
          <w:szCs w:val="22"/>
        </w:rPr>
      </w:pPr>
    </w:p>
    <w:p w:rsidR="003361D1" w:rsidRPr="00A50565" w:rsidRDefault="003361D1" w:rsidP="00A50565">
      <w:pPr>
        <w:pStyle w:val="Nagwek1"/>
        <w:numPr>
          <w:ilvl w:val="0"/>
          <w:numId w:val="0"/>
        </w:numPr>
        <w:tabs>
          <w:tab w:val="clear" w:pos="284"/>
          <w:tab w:val="left" w:pos="426"/>
        </w:tabs>
        <w:rPr>
          <w:sz w:val="22"/>
        </w:rPr>
      </w:pPr>
    </w:p>
    <w:p w:rsidR="00BA394F" w:rsidRPr="00BA394F" w:rsidRDefault="00BA394F" w:rsidP="00BA394F">
      <w:pPr>
        <w:numPr>
          <w:ilvl w:val="0"/>
          <w:numId w:val="23"/>
        </w:numPr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Pr="00BA394F">
        <w:rPr>
          <w:sz w:val="22"/>
          <w:szCs w:val="22"/>
        </w:rPr>
        <w:t>Oświadczamy, że: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a) jesteśmy: 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lastRenderedPageBreak/>
        <w:t xml:space="preserve">         - małym przedsiębiorcą *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   - średnim przedsiębiorcą *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b)  pochodzimy  z innego państwa członkowskiego Unii Europejskiej *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    Skrót literowy nazwy państwa: ______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c) pochodzimy z innego państwa nie będącego członkiem Unii Europejskiej *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          Skrót literowy nazwy państwa: ______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  <w:r w:rsidRPr="00BA394F">
        <w:rPr>
          <w:sz w:val="22"/>
          <w:szCs w:val="22"/>
        </w:rPr>
        <w:t xml:space="preserve">* </w:t>
      </w:r>
      <w:r w:rsidRPr="00BA394F">
        <w:rPr>
          <w:sz w:val="18"/>
          <w:szCs w:val="18"/>
        </w:rPr>
        <w:t>niepotrzebne skreślić</w:t>
      </w:r>
    </w:p>
    <w:p w:rsidR="00BA394F" w:rsidRPr="00BA394F" w:rsidRDefault="00BA394F" w:rsidP="00BA394F">
      <w:pPr>
        <w:spacing w:line="276" w:lineRule="auto"/>
        <w:jc w:val="both"/>
        <w:rPr>
          <w:sz w:val="22"/>
          <w:szCs w:val="22"/>
        </w:rPr>
      </w:pPr>
    </w:p>
    <w:p w:rsidR="00BA394F" w:rsidRPr="00BA394F" w:rsidRDefault="00BA394F" w:rsidP="00BA394F">
      <w:pPr>
        <w:keepNext/>
        <w:numPr>
          <w:ilvl w:val="0"/>
          <w:numId w:val="24"/>
        </w:numPr>
        <w:tabs>
          <w:tab w:val="left" w:pos="426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 xml:space="preserve">    W razie wybrania naszej oferty zobowiązujemy się do:</w:t>
      </w:r>
    </w:p>
    <w:p w:rsidR="00BA394F" w:rsidRPr="00BA394F" w:rsidRDefault="00E037CE" w:rsidP="00E037CE">
      <w:pPr>
        <w:numPr>
          <w:ilvl w:val="2"/>
          <w:numId w:val="5"/>
        </w:numPr>
        <w:tabs>
          <w:tab w:val="clear" w:pos="2340"/>
        </w:tabs>
        <w:spacing w:line="276" w:lineRule="auto"/>
        <w:ind w:left="714" w:hanging="288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</w:r>
      <w:r w:rsidR="00BA394F" w:rsidRPr="00BA394F">
        <w:rPr>
          <w:sz w:val="22"/>
          <w:szCs w:val="22"/>
        </w:rPr>
        <w:tab/>
        <w:t xml:space="preserve">dopełnienia formalności, o których mowa w SIWZ </w:t>
      </w:r>
    </w:p>
    <w:p w:rsidR="00BA394F" w:rsidRPr="00BA394F" w:rsidRDefault="00BA394F" w:rsidP="00BA394F">
      <w:pPr>
        <w:numPr>
          <w:ilvl w:val="2"/>
          <w:numId w:val="5"/>
        </w:numPr>
        <w:tabs>
          <w:tab w:val="num" w:pos="720"/>
        </w:tabs>
        <w:spacing w:line="276" w:lineRule="auto"/>
        <w:ind w:left="714" w:hanging="288"/>
        <w:jc w:val="both"/>
        <w:rPr>
          <w:sz w:val="22"/>
          <w:szCs w:val="22"/>
        </w:rPr>
      </w:pPr>
      <w:r w:rsidRPr="00BA394F">
        <w:rPr>
          <w:sz w:val="22"/>
          <w:szCs w:val="22"/>
        </w:rPr>
        <w:t>podpisania umowy na warunkach zawartych w Specyfikacji Istotnych Warunków Zamówienia, w miejscu i terminie wskazanym przez Zamawiającego.</w:t>
      </w:r>
    </w:p>
    <w:p w:rsidR="00BA394F" w:rsidRPr="00BA394F" w:rsidRDefault="00BA394F" w:rsidP="00BA394F">
      <w:pPr>
        <w:keepNext/>
        <w:tabs>
          <w:tab w:val="left" w:pos="426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</w:p>
    <w:p w:rsidR="00BA394F" w:rsidRPr="00BA394F" w:rsidRDefault="00BA394F" w:rsidP="00BA394F">
      <w:pPr>
        <w:keepNext/>
        <w:numPr>
          <w:ilvl w:val="0"/>
          <w:numId w:val="20"/>
        </w:numPr>
        <w:tabs>
          <w:tab w:val="left" w:pos="284"/>
          <w:tab w:val="num" w:pos="360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 xml:space="preserve">  Oświadczam, że wypełniłem obowiązki informacyjne przewidziane w art. 13 lub art. 14 RODO</w:t>
      </w:r>
      <w:r w:rsidRPr="00BA394F">
        <w:rPr>
          <w:rFonts w:cs="Arial"/>
          <w:sz w:val="22"/>
          <w:szCs w:val="22"/>
          <w:vertAlign w:val="superscript"/>
        </w:rPr>
        <w:t>1)</w:t>
      </w:r>
      <w:r w:rsidRPr="00BA394F">
        <w:rPr>
          <w:rFonts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0"/>
          <w:szCs w:val="22"/>
        </w:rPr>
      </w:pPr>
      <w:r w:rsidRPr="00BA394F">
        <w:rPr>
          <w:rFonts w:cs="Arial"/>
          <w:sz w:val="20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0"/>
          <w:szCs w:val="22"/>
        </w:rPr>
      </w:pPr>
      <w:r w:rsidRPr="00BA394F">
        <w:rPr>
          <w:rFonts w:cs="Arial"/>
          <w:sz w:val="20"/>
          <w:szCs w:val="22"/>
        </w:rPr>
        <w:t>* W przypadku gdy wykonawca 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0"/>
          <w:szCs w:val="22"/>
        </w:rPr>
      </w:pPr>
    </w:p>
    <w:p w:rsidR="00BA394F" w:rsidRPr="00BA394F" w:rsidRDefault="00BA394F" w:rsidP="00BA394F">
      <w:pPr>
        <w:keepNext/>
        <w:numPr>
          <w:ilvl w:val="0"/>
          <w:numId w:val="20"/>
        </w:numPr>
        <w:tabs>
          <w:tab w:val="num" w:pos="360"/>
          <w:tab w:val="left" w:pos="426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 xml:space="preserve">Oferta wraz  z  załącznikami  została złożona na ….... stronach, kolejno ponumerowanych </w:t>
      </w:r>
    </w:p>
    <w:p w:rsidR="00BA394F" w:rsidRPr="00BA394F" w:rsidRDefault="00BA394F" w:rsidP="00BA394F">
      <w:pPr>
        <w:keepNext/>
        <w:tabs>
          <w:tab w:val="left" w:pos="426"/>
        </w:tabs>
        <w:spacing w:line="276" w:lineRule="auto"/>
        <w:ind w:firstLine="426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>od nr ….. do nr …..  .</w:t>
      </w:r>
    </w:p>
    <w:p w:rsidR="00BA394F" w:rsidRPr="00BA394F" w:rsidRDefault="00BA394F" w:rsidP="00BA394F">
      <w:pPr>
        <w:keepNext/>
        <w:tabs>
          <w:tab w:val="left" w:pos="426"/>
        </w:tabs>
        <w:spacing w:line="276" w:lineRule="auto"/>
        <w:ind w:firstLine="426"/>
        <w:jc w:val="both"/>
        <w:outlineLvl w:val="0"/>
        <w:rPr>
          <w:rFonts w:cs="Arial"/>
          <w:sz w:val="22"/>
          <w:szCs w:val="22"/>
        </w:rPr>
      </w:pP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>Niniejszym informujemy, iż informacje składające się na ofertę, zawarte na stronach od nr............ do nr......... stanowią tajemnicę przedsiębiorstwa, w rozumieniu przepisów ustawy o zwalczaniu nieuczciwej konkurencji i  nie mogą być ogólnie udostępnione.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i/>
          <w:sz w:val="22"/>
          <w:szCs w:val="22"/>
        </w:rPr>
      </w:pPr>
      <w:r w:rsidRPr="00BA394F">
        <w:rPr>
          <w:rFonts w:cs="Arial"/>
          <w:i/>
          <w:sz w:val="22"/>
          <w:szCs w:val="22"/>
        </w:rPr>
        <w:t>UWAGA.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i/>
          <w:sz w:val="22"/>
          <w:szCs w:val="22"/>
        </w:rPr>
      </w:pPr>
      <w:r w:rsidRPr="00BA394F">
        <w:rPr>
          <w:rFonts w:cs="Arial"/>
          <w:i/>
          <w:sz w:val="22"/>
          <w:szCs w:val="22"/>
        </w:rPr>
        <w:t xml:space="preserve">W przypadku powołania się na tajemnicę przedsiębiorstwa wykonawca zobowiązany jest wykazać, iż zastrzeżone informacje stanowią tajemnicę przedsiębiorstwa – art. 8 ust 3 ustawy </w:t>
      </w:r>
      <w:proofErr w:type="spellStart"/>
      <w:r w:rsidRPr="00BA394F">
        <w:rPr>
          <w:rFonts w:cs="Arial"/>
          <w:i/>
          <w:sz w:val="22"/>
          <w:szCs w:val="22"/>
        </w:rPr>
        <w:t>pzp</w:t>
      </w:r>
      <w:proofErr w:type="spellEnd"/>
      <w:r w:rsidRPr="00BA394F">
        <w:rPr>
          <w:rFonts w:cs="Arial"/>
          <w:i/>
          <w:sz w:val="22"/>
          <w:szCs w:val="22"/>
        </w:rPr>
        <w:t>.</w:t>
      </w:r>
    </w:p>
    <w:p w:rsidR="00BA394F" w:rsidRPr="00BA394F" w:rsidRDefault="00BA394F" w:rsidP="00BA394F">
      <w:pPr>
        <w:keepNext/>
        <w:tabs>
          <w:tab w:val="left" w:pos="284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</w:p>
    <w:p w:rsidR="00BA394F" w:rsidRPr="00BA394F" w:rsidRDefault="00BA394F" w:rsidP="00BA394F">
      <w:pPr>
        <w:keepNext/>
        <w:numPr>
          <w:ilvl w:val="0"/>
          <w:numId w:val="20"/>
        </w:numPr>
        <w:tabs>
          <w:tab w:val="num" w:pos="360"/>
          <w:tab w:val="left" w:pos="426"/>
        </w:tabs>
        <w:spacing w:line="276" w:lineRule="auto"/>
        <w:jc w:val="both"/>
        <w:outlineLvl w:val="0"/>
        <w:rPr>
          <w:rFonts w:cs="Arial"/>
          <w:sz w:val="22"/>
          <w:szCs w:val="22"/>
        </w:rPr>
      </w:pPr>
      <w:r w:rsidRPr="00BA394F">
        <w:rPr>
          <w:rFonts w:cs="Arial"/>
          <w:sz w:val="22"/>
          <w:szCs w:val="22"/>
        </w:rPr>
        <w:t xml:space="preserve">  Załącznikami do oferty są:</w:t>
      </w:r>
    </w:p>
    <w:p w:rsidR="00BA394F" w:rsidRPr="00BA394F" w:rsidRDefault="00BA394F" w:rsidP="00BA394F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BA394F">
        <w:rPr>
          <w:sz w:val="22"/>
          <w:szCs w:val="22"/>
        </w:rPr>
        <w:t>……………………………….…….</w:t>
      </w:r>
    </w:p>
    <w:p w:rsidR="00BA394F" w:rsidRPr="00BA394F" w:rsidRDefault="00BA394F" w:rsidP="00BA394F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BA394F">
        <w:rPr>
          <w:sz w:val="22"/>
          <w:szCs w:val="22"/>
        </w:rPr>
        <w:t>……………………………….……</w:t>
      </w:r>
    </w:p>
    <w:p w:rsidR="00BA394F" w:rsidRPr="00BA394F" w:rsidRDefault="00BA394F" w:rsidP="00BA394F">
      <w:pPr>
        <w:numPr>
          <w:ilvl w:val="0"/>
          <w:numId w:val="18"/>
        </w:num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BA394F">
        <w:rPr>
          <w:sz w:val="22"/>
          <w:szCs w:val="22"/>
        </w:rPr>
        <w:t>……………………………….…….</w:t>
      </w:r>
    </w:p>
    <w:p w:rsidR="00BA394F" w:rsidRPr="00BA394F" w:rsidRDefault="00BA394F" w:rsidP="00BA394F">
      <w:pPr>
        <w:tabs>
          <w:tab w:val="left" w:pos="600"/>
        </w:tabs>
        <w:spacing w:after="60" w:line="276" w:lineRule="auto"/>
        <w:rPr>
          <w:sz w:val="22"/>
          <w:szCs w:val="22"/>
        </w:rPr>
      </w:pPr>
      <w:r w:rsidRPr="00BA394F">
        <w:rPr>
          <w:sz w:val="22"/>
          <w:szCs w:val="22"/>
        </w:rPr>
        <w:t>(n)      ……………………………….…….</w:t>
      </w:r>
    </w:p>
    <w:p w:rsidR="00BA394F" w:rsidRPr="00BA394F" w:rsidRDefault="00BA394F" w:rsidP="00BA394F"/>
    <w:p w:rsidR="00BA394F" w:rsidRPr="00BA394F" w:rsidRDefault="00BA394F" w:rsidP="00BA394F"/>
    <w:p w:rsidR="00BA394F" w:rsidRPr="00BA394F" w:rsidRDefault="00BA394F" w:rsidP="00BA394F">
      <w:pPr>
        <w:rPr>
          <w:sz w:val="20"/>
        </w:rPr>
      </w:pPr>
      <w:r w:rsidRPr="00BA394F">
        <w:rPr>
          <w:sz w:val="20"/>
        </w:rPr>
        <w:t xml:space="preserve"> ............................. dn. ...........................</w:t>
      </w:r>
      <w:r w:rsidRPr="00BA394F">
        <w:rPr>
          <w:sz w:val="20"/>
        </w:rPr>
        <w:tab/>
      </w:r>
      <w:r w:rsidRPr="00BA394F">
        <w:rPr>
          <w:sz w:val="20"/>
        </w:rPr>
        <w:tab/>
      </w:r>
      <w:r w:rsidRPr="00BA394F">
        <w:rPr>
          <w:sz w:val="20"/>
        </w:rPr>
        <w:tab/>
        <w:t xml:space="preserve">                                   ……………..............................................................</w:t>
      </w:r>
    </w:p>
    <w:p w:rsidR="00BA394F" w:rsidRPr="00BA394F" w:rsidRDefault="00BA394F" w:rsidP="00BA394F">
      <w:pPr>
        <w:ind w:left="4962"/>
        <w:jc w:val="center"/>
        <w:rPr>
          <w:i/>
          <w:sz w:val="16"/>
          <w:szCs w:val="16"/>
        </w:rPr>
      </w:pPr>
      <w:r w:rsidRPr="00BA394F">
        <w:rPr>
          <w:i/>
          <w:sz w:val="16"/>
          <w:szCs w:val="16"/>
        </w:rPr>
        <w:t>podpisy upoważnionego przedstawiciela Wykonawcy</w:t>
      </w:r>
    </w:p>
    <w:p w:rsidR="00686838" w:rsidRPr="00B2088C" w:rsidRDefault="00686838" w:rsidP="00B2088C">
      <w:pPr>
        <w:ind w:left="4962"/>
        <w:jc w:val="center"/>
        <w:rPr>
          <w:rStyle w:val="LPzwykly"/>
          <w:i/>
          <w:sz w:val="16"/>
          <w:szCs w:val="16"/>
        </w:rPr>
      </w:pPr>
    </w:p>
    <w:sectPr w:rsidR="00686838" w:rsidRPr="00B2088C" w:rsidSect="005B04C6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346" w:footer="6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48B9" w:rsidRDefault="002548B9">
      <w:r>
        <w:separator/>
      </w:r>
    </w:p>
  </w:endnote>
  <w:endnote w:type="continuationSeparator" w:id="0">
    <w:p w:rsidR="002548B9" w:rsidRDefault="00254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IDFont+F2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5FDE" w:rsidRDefault="00452EE4" w:rsidP="003B77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75F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75FDE" w:rsidRDefault="00F75FDE" w:rsidP="00AE0CF7">
    <w:pPr>
      <w:ind w:right="360"/>
    </w:pPr>
  </w:p>
  <w:p w:rsidR="00F75FDE" w:rsidRDefault="00F75FDE"/>
  <w:p w:rsidR="00F75FDE" w:rsidRDefault="00F75FD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78907265"/>
      <w:docPartObj>
        <w:docPartGallery w:val="Page Numbers (Bottom of Page)"/>
        <w:docPartUnique/>
      </w:docPartObj>
    </w:sdtPr>
    <w:sdtEndPr/>
    <w:sdtContent>
      <w:p w:rsidR="002A6B45" w:rsidRDefault="002A6B45" w:rsidP="002A6B4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6003">
          <w:rPr>
            <w:noProof/>
          </w:rPr>
          <w:t>2</w:t>
        </w:r>
        <w:r>
          <w:fldChar w:fldCharType="end"/>
        </w:r>
      </w:p>
    </w:sdtContent>
  </w:sdt>
  <w:p w:rsidR="00F75FDE" w:rsidRPr="00686838" w:rsidRDefault="00F75FDE" w:rsidP="00686838">
    <w:pPr>
      <w:pStyle w:val="LPstopka"/>
      <w:jc w:val="center"/>
      <w:rPr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48B9" w:rsidRDefault="002548B9">
      <w:r>
        <w:separator/>
      </w:r>
    </w:p>
  </w:footnote>
  <w:footnote w:type="continuationSeparator" w:id="0">
    <w:p w:rsidR="002548B9" w:rsidRDefault="002548B9">
      <w:r>
        <w:continuationSeparator/>
      </w:r>
    </w:p>
  </w:footnote>
  <w:footnote w:id="1">
    <w:p w:rsidR="00F75FDE" w:rsidRPr="008D540E" w:rsidRDefault="00F75FDE" w:rsidP="008D540E">
      <w:pPr>
        <w:pStyle w:val="Tekstprzypisudolnego"/>
        <w:ind w:left="120" w:hanging="120"/>
        <w:jc w:val="both"/>
        <w:rPr>
          <w:rFonts w:ascii="Calibri" w:hAnsi="Calibri"/>
          <w:sz w:val="14"/>
          <w:szCs w:val="14"/>
        </w:rPr>
      </w:pPr>
      <w:r w:rsidRPr="001E20A3">
        <w:rPr>
          <w:rStyle w:val="Odwoanieprzypisudolnego"/>
          <w:rFonts w:ascii="Calibri" w:hAnsi="Calibri"/>
          <w:b/>
          <w:sz w:val="24"/>
          <w:szCs w:val="24"/>
        </w:rPr>
        <w:footnoteRef/>
      </w:r>
      <w:r w:rsidRPr="001E20A3">
        <w:rPr>
          <w:rFonts w:ascii="Calibri" w:hAnsi="Calibri"/>
          <w:b/>
          <w:sz w:val="18"/>
          <w:szCs w:val="18"/>
        </w:rPr>
        <w:t xml:space="preserve"> </w:t>
      </w:r>
      <w:r w:rsidRPr="008D540E">
        <w:rPr>
          <w:rFonts w:ascii="Calibri" w:hAnsi="Calibri" w:cs="Verdana"/>
          <w:sz w:val="14"/>
          <w:szCs w:val="14"/>
        </w:rPr>
        <w:t>Należy podać nazwę (firmę) i dane adresowe Wykonawcy lub wszystkich Wykonawców składających wspólna ofertę. W przypadku składania wspólnej oferty przez kilku Wykonawców należy podać również dane pełnomocnika ustanowionego do reprezentowania Wykonawców w postępowaniu albo do reprezentowania w postępowaniu i zawarcia umowy. W sytuacji, gdy pojedynczy Wykonawca ustanawia pełnomocnika do złożenia oferty należy również podać dane ustanowionego pełnomocnika. W przypadku, gdy pełnomocnik jest osobą fizyczną należy podać dodatkowo nr dowodu osobistego, a pozostałe dane podać stosownie do sytuacji prawnej pełnomocnika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9BF" w:rsidRDefault="00F80D98" w:rsidP="00730EF8">
    <w:pPr>
      <w:pStyle w:val="Nagwek"/>
      <w:rPr>
        <w:rFonts w:ascii="Arial" w:hAnsi="Arial"/>
        <w:noProof/>
        <w:sz w:val="20"/>
        <w:szCs w:val="20"/>
      </w:rPr>
    </w:pPr>
    <w:r>
      <w:rPr>
        <w:rFonts w:ascii="Arial" w:hAnsi="Arial"/>
        <w:noProof/>
        <w:sz w:val="20"/>
        <w:szCs w:val="20"/>
      </w:rPr>
      <w:t>SP ZOZ NZZP II 2400/34/19</w:t>
    </w:r>
    <w:r w:rsidR="007929C3" w:rsidRPr="007929C3">
      <w:rPr>
        <w:rFonts w:ascii="Arial" w:hAnsi="Arial"/>
        <w:noProof/>
        <w:sz w:val="20"/>
        <w:szCs w:val="20"/>
      </w:rPr>
      <w:tab/>
      <w:t xml:space="preserve">  </w:t>
    </w:r>
    <w:r w:rsidR="007929C3">
      <w:rPr>
        <w:rFonts w:ascii="Arial" w:hAnsi="Arial"/>
        <w:noProof/>
        <w:sz w:val="20"/>
        <w:szCs w:val="20"/>
      </w:rPr>
      <w:t xml:space="preserve">                        </w:t>
    </w:r>
    <w:r>
      <w:rPr>
        <w:rFonts w:ascii="Arial" w:hAnsi="Arial"/>
        <w:noProof/>
        <w:sz w:val="20"/>
        <w:szCs w:val="20"/>
      </w:rPr>
      <w:t xml:space="preserve">                     </w:t>
    </w:r>
    <w:r w:rsidR="007929C3" w:rsidRPr="007929C3">
      <w:rPr>
        <w:rFonts w:ascii="Arial" w:hAnsi="Arial"/>
        <w:noProof/>
        <w:sz w:val="20"/>
        <w:szCs w:val="20"/>
      </w:rPr>
      <w:t>Załącznik nr 1 do SIWZ  formularz ofertowy</w:t>
    </w:r>
  </w:p>
  <w:p w:rsidR="00664E07" w:rsidRDefault="00664E07" w:rsidP="00730EF8">
    <w:pPr>
      <w:pStyle w:val="Nagwek"/>
    </w:pPr>
  </w:p>
  <w:p w:rsidR="00664E07" w:rsidRDefault="00664E07" w:rsidP="00730EF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978C4F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340"/>
        </w:tabs>
        <w:ind w:left="360" w:hanging="360"/>
      </w:pPr>
      <w:rPr>
        <w:rFonts w:ascii="Times New Roman" w:hAnsi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0000007"/>
    <w:multiLevelType w:val="multilevel"/>
    <w:tmpl w:val="8AFC8448"/>
    <w:name w:val="WW8Num7"/>
    <w:lvl w:ilvl="0">
      <w:start w:val="1"/>
      <w:numFmt w:val="decimal"/>
      <w:lvlText w:val="%1."/>
      <w:lvlJc w:val="left"/>
      <w:pPr>
        <w:tabs>
          <w:tab w:val="num" w:pos="340"/>
        </w:tabs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34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196170D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FB166A"/>
    <w:multiLevelType w:val="hybridMultilevel"/>
    <w:tmpl w:val="2E54C434"/>
    <w:lvl w:ilvl="0" w:tplc="8AF2DB9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035421"/>
    <w:multiLevelType w:val="multilevel"/>
    <w:tmpl w:val="2C00725E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Verdana" w:hint="default"/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67C38AD"/>
    <w:multiLevelType w:val="hybridMultilevel"/>
    <w:tmpl w:val="8FE6FAF8"/>
    <w:lvl w:ilvl="0" w:tplc="9D9E5F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A445CA8"/>
    <w:multiLevelType w:val="hybridMultilevel"/>
    <w:tmpl w:val="F644116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63ABB36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B01A88D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A266F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0E1ED6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B105D9"/>
    <w:multiLevelType w:val="multilevel"/>
    <w:tmpl w:val="57CA3648"/>
    <w:lvl w:ilvl="0">
      <w:start w:val="1"/>
      <w:numFmt w:val="upperRoman"/>
      <w:pStyle w:val="Nagwek1"/>
      <w:lvlText w:val="%1."/>
      <w:lvlJc w:val="left"/>
      <w:pPr>
        <w:ind w:left="0" w:firstLine="0"/>
      </w:pPr>
      <w:rPr>
        <w:b/>
      </w:rPr>
    </w:lvl>
    <w:lvl w:ilvl="1">
      <w:start w:val="1"/>
      <w:numFmt w:val="upperLetter"/>
      <w:pStyle w:val="Nagwek2"/>
      <w:lvlText w:val="%2."/>
      <w:lvlJc w:val="left"/>
      <w:pPr>
        <w:ind w:left="720" w:firstLine="0"/>
      </w:pPr>
    </w:lvl>
    <w:lvl w:ilvl="2">
      <w:start w:val="1"/>
      <w:numFmt w:val="decimal"/>
      <w:pStyle w:val="Nagwek3"/>
      <w:lvlText w:val="%3."/>
      <w:lvlJc w:val="left"/>
      <w:pPr>
        <w:ind w:left="1440" w:firstLine="0"/>
      </w:pPr>
    </w:lvl>
    <w:lvl w:ilvl="3">
      <w:start w:val="1"/>
      <w:numFmt w:val="lowerLetter"/>
      <w:pStyle w:val="Nagwek4"/>
      <w:lvlText w:val="%4)"/>
      <w:lvlJc w:val="left"/>
      <w:pPr>
        <w:ind w:left="2160" w:firstLine="0"/>
      </w:pPr>
    </w:lvl>
    <w:lvl w:ilvl="4">
      <w:start w:val="1"/>
      <w:numFmt w:val="decimal"/>
      <w:pStyle w:val="Nagwek5"/>
      <w:lvlText w:val="(%5)"/>
      <w:lvlJc w:val="left"/>
      <w:pPr>
        <w:ind w:left="2880" w:firstLine="0"/>
      </w:pPr>
    </w:lvl>
    <w:lvl w:ilvl="5">
      <w:start w:val="1"/>
      <w:numFmt w:val="lowerLetter"/>
      <w:pStyle w:val="Nagwek6"/>
      <w:lvlText w:val="(%6)"/>
      <w:lvlJc w:val="left"/>
      <w:pPr>
        <w:ind w:left="3600" w:firstLine="0"/>
      </w:pPr>
    </w:lvl>
    <w:lvl w:ilvl="6">
      <w:start w:val="1"/>
      <w:numFmt w:val="lowerRoman"/>
      <w:pStyle w:val="Nagwek7"/>
      <w:lvlText w:val="(%7)"/>
      <w:lvlJc w:val="left"/>
      <w:pPr>
        <w:ind w:left="4320" w:firstLine="0"/>
      </w:pPr>
    </w:lvl>
    <w:lvl w:ilvl="7">
      <w:start w:val="1"/>
      <w:numFmt w:val="lowerLetter"/>
      <w:pStyle w:val="Nagwek8"/>
      <w:lvlText w:val="(%8)"/>
      <w:lvlJc w:val="left"/>
      <w:pPr>
        <w:ind w:left="5040" w:firstLine="0"/>
      </w:pPr>
    </w:lvl>
    <w:lvl w:ilvl="8">
      <w:start w:val="1"/>
      <w:numFmt w:val="lowerRoman"/>
      <w:pStyle w:val="Nagwek9"/>
      <w:lvlText w:val="(%9)"/>
      <w:lvlJc w:val="left"/>
      <w:pPr>
        <w:ind w:left="5760" w:firstLine="0"/>
      </w:pPr>
    </w:lvl>
  </w:abstractNum>
  <w:abstractNum w:abstractNumId="12" w15:restartNumberingAfterBreak="0">
    <w:nsid w:val="32621EF3"/>
    <w:multiLevelType w:val="multilevel"/>
    <w:tmpl w:val="303CC48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666797"/>
    <w:multiLevelType w:val="hybridMultilevel"/>
    <w:tmpl w:val="AADAD826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09654A"/>
    <w:multiLevelType w:val="hybridMultilevel"/>
    <w:tmpl w:val="1994A7CC"/>
    <w:lvl w:ilvl="0" w:tplc="06509A9E">
      <w:start w:val="7"/>
      <w:numFmt w:val="upperRoman"/>
      <w:lvlText w:val="%1.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 w15:restartNumberingAfterBreak="0">
    <w:nsid w:val="467B21CB"/>
    <w:multiLevelType w:val="hybridMultilevel"/>
    <w:tmpl w:val="4DC86A4C"/>
    <w:lvl w:ilvl="0" w:tplc="78689780">
      <w:start w:val="7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43619"/>
    <w:multiLevelType w:val="hybridMultilevel"/>
    <w:tmpl w:val="CFE2A462"/>
    <w:lvl w:ilvl="0" w:tplc="F07A0454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cs="Verdana" w:hint="default"/>
        <w:b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0285749"/>
    <w:multiLevelType w:val="hybridMultilevel"/>
    <w:tmpl w:val="E47875AC"/>
    <w:lvl w:ilvl="0" w:tplc="CA8E4E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075BC0"/>
    <w:multiLevelType w:val="hybridMultilevel"/>
    <w:tmpl w:val="40A437DC"/>
    <w:lvl w:ilvl="0" w:tplc="041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5D9901C7"/>
    <w:multiLevelType w:val="multilevel"/>
    <w:tmpl w:val="041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0" w15:restartNumberingAfterBreak="0">
    <w:nsid w:val="5DB36E60"/>
    <w:multiLevelType w:val="hybridMultilevel"/>
    <w:tmpl w:val="45DA4380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743157DD"/>
    <w:multiLevelType w:val="multilevel"/>
    <w:tmpl w:val="949C8C2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7D60F6A"/>
    <w:multiLevelType w:val="hybridMultilevel"/>
    <w:tmpl w:val="F9108CEE"/>
    <w:lvl w:ilvl="0" w:tplc="CCCAEA10">
      <w:start w:val="1"/>
      <w:numFmt w:val="decimal"/>
      <w:lvlText w:val="%1."/>
      <w:lvlJc w:val="righ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9"/>
  </w:num>
  <w:num w:numId="6">
    <w:abstractNumId w:val="20"/>
  </w:num>
  <w:num w:numId="7">
    <w:abstractNumId w:val="18"/>
  </w:num>
  <w:num w:numId="8">
    <w:abstractNumId w:val="10"/>
  </w:num>
  <w:num w:numId="9">
    <w:abstractNumId w:val="1"/>
  </w:num>
  <w:num w:numId="10">
    <w:abstractNumId w:val="17"/>
  </w:num>
  <w:num w:numId="11">
    <w:abstractNumId w:val="21"/>
  </w:num>
  <w:num w:numId="12">
    <w:abstractNumId w:val="8"/>
  </w:num>
  <w:num w:numId="13">
    <w:abstractNumId w:val="16"/>
  </w:num>
  <w:num w:numId="14">
    <w:abstractNumId w:val="7"/>
  </w:num>
  <w:num w:numId="15">
    <w:abstractNumId w:val="12"/>
  </w:num>
  <w:num w:numId="16">
    <w:abstractNumId w:val="6"/>
  </w:num>
  <w:num w:numId="17">
    <w:abstractNumId w:val="5"/>
  </w:num>
  <w:num w:numId="18">
    <w:abstractNumId w:val="22"/>
  </w:num>
  <w:num w:numId="19">
    <w:abstractNumId w:val="15"/>
  </w:num>
  <w:num w:numId="20">
    <w:abstractNumId w:val="11"/>
  </w:num>
  <w:num w:numId="21">
    <w:abstractNumId w:val="19"/>
  </w:num>
  <w:num w:numId="22">
    <w:abstractNumId w:val="13"/>
  </w:num>
  <w:num w:numId="23">
    <w:abstractNumId w:val="14"/>
  </w:num>
  <w:num w:numId="24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63F"/>
    <w:rsid w:val="000241C8"/>
    <w:rsid w:val="00026F65"/>
    <w:rsid w:val="00032320"/>
    <w:rsid w:val="0003277E"/>
    <w:rsid w:val="00035D07"/>
    <w:rsid w:val="000409F4"/>
    <w:rsid w:val="00046F80"/>
    <w:rsid w:val="00057263"/>
    <w:rsid w:val="00062388"/>
    <w:rsid w:val="00062F3B"/>
    <w:rsid w:val="00072412"/>
    <w:rsid w:val="0008128B"/>
    <w:rsid w:val="000877D0"/>
    <w:rsid w:val="000914CC"/>
    <w:rsid w:val="000A66E0"/>
    <w:rsid w:val="000B43DD"/>
    <w:rsid w:val="000C1FD6"/>
    <w:rsid w:val="000C6703"/>
    <w:rsid w:val="000C7B3F"/>
    <w:rsid w:val="000C7F45"/>
    <w:rsid w:val="000D1746"/>
    <w:rsid w:val="000E6267"/>
    <w:rsid w:val="000E6F21"/>
    <w:rsid w:val="0010783D"/>
    <w:rsid w:val="00110784"/>
    <w:rsid w:val="00113C44"/>
    <w:rsid w:val="00113C99"/>
    <w:rsid w:val="0011554E"/>
    <w:rsid w:val="00116660"/>
    <w:rsid w:val="00125BE4"/>
    <w:rsid w:val="00136EC5"/>
    <w:rsid w:val="0014311C"/>
    <w:rsid w:val="00144177"/>
    <w:rsid w:val="0015482E"/>
    <w:rsid w:val="0016009A"/>
    <w:rsid w:val="00165FED"/>
    <w:rsid w:val="001677C7"/>
    <w:rsid w:val="001702D6"/>
    <w:rsid w:val="00171B9C"/>
    <w:rsid w:val="00176E11"/>
    <w:rsid w:val="00186BDC"/>
    <w:rsid w:val="0018708F"/>
    <w:rsid w:val="00191900"/>
    <w:rsid w:val="00195198"/>
    <w:rsid w:val="001A7058"/>
    <w:rsid w:val="001B5B26"/>
    <w:rsid w:val="001C2B50"/>
    <w:rsid w:val="001C3D54"/>
    <w:rsid w:val="001D769B"/>
    <w:rsid w:val="001E20A3"/>
    <w:rsid w:val="001E6E76"/>
    <w:rsid w:val="001F1C6C"/>
    <w:rsid w:val="0020329F"/>
    <w:rsid w:val="0020507C"/>
    <w:rsid w:val="0020623A"/>
    <w:rsid w:val="00214B1B"/>
    <w:rsid w:val="002154CF"/>
    <w:rsid w:val="00216183"/>
    <w:rsid w:val="00222CEA"/>
    <w:rsid w:val="002410D0"/>
    <w:rsid w:val="00241D45"/>
    <w:rsid w:val="002548B9"/>
    <w:rsid w:val="002566B0"/>
    <w:rsid w:val="00256A5C"/>
    <w:rsid w:val="00263222"/>
    <w:rsid w:val="00264259"/>
    <w:rsid w:val="00270266"/>
    <w:rsid w:val="0027141C"/>
    <w:rsid w:val="00273F6C"/>
    <w:rsid w:val="0027592C"/>
    <w:rsid w:val="00276CF7"/>
    <w:rsid w:val="002918C3"/>
    <w:rsid w:val="00293D48"/>
    <w:rsid w:val="00294B15"/>
    <w:rsid w:val="00296D80"/>
    <w:rsid w:val="0029735F"/>
    <w:rsid w:val="002A6B45"/>
    <w:rsid w:val="002B1156"/>
    <w:rsid w:val="002B7C79"/>
    <w:rsid w:val="002C2453"/>
    <w:rsid w:val="002C3CB3"/>
    <w:rsid w:val="002C4A47"/>
    <w:rsid w:val="002D2E7D"/>
    <w:rsid w:val="002D559B"/>
    <w:rsid w:val="002D654A"/>
    <w:rsid w:val="002E3116"/>
    <w:rsid w:val="002E62A8"/>
    <w:rsid w:val="002F180F"/>
    <w:rsid w:val="002F4266"/>
    <w:rsid w:val="00300A67"/>
    <w:rsid w:val="00302C1E"/>
    <w:rsid w:val="00306722"/>
    <w:rsid w:val="00307C0C"/>
    <w:rsid w:val="003139AF"/>
    <w:rsid w:val="00315D09"/>
    <w:rsid w:val="00321507"/>
    <w:rsid w:val="00323192"/>
    <w:rsid w:val="003361D1"/>
    <w:rsid w:val="00337B06"/>
    <w:rsid w:val="003402C9"/>
    <w:rsid w:val="00340C27"/>
    <w:rsid w:val="00346E36"/>
    <w:rsid w:val="00350D94"/>
    <w:rsid w:val="003534DB"/>
    <w:rsid w:val="00363C6E"/>
    <w:rsid w:val="00365D6A"/>
    <w:rsid w:val="00372346"/>
    <w:rsid w:val="003740FB"/>
    <w:rsid w:val="00393235"/>
    <w:rsid w:val="003A314F"/>
    <w:rsid w:val="003A4FEE"/>
    <w:rsid w:val="003B23B8"/>
    <w:rsid w:val="003B288D"/>
    <w:rsid w:val="003B770A"/>
    <w:rsid w:val="003C07EB"/>
    <w:rsid w:val="003C445D"/>
    <w:rsid w:val="003C7197"/>
    <w:rsid w:val="003D1B22"/>
    <w:rsid w:val="003D37A8"/>
    <w:rsid w:val="003F71B7"/>
    <w:rsid w:val="004007F2"/>
    <w:rsid w:val="004023AC"/>
    <w:rsid w:val="0040602C"/>
    <w:rsid w:val="00406BC1"/>
    <w:rsid w:val="00411B4A"/>
    <w:rsid w:val="00415E81"/>
    <w:rsid w:val="00416194"/>
    <w:rsid w:val="0043172C"/>
    <w:rsid w:val="004463B6"/>
    <w:rsid w:val="00452CC1"/>
    <w:rsid w:val="00452EE4"/>
    <w:rsid w:val="00482884"/>
    <w:rsid w:val="004840A1"/>
    <w:rsid w:val="00491ABD"/>
    <w:rsid w:val="0049438C"/>
    <w:rsid w:val="0049661C"/>
    <w:rsid w:val="004A333D"/>
    <w:rsid w:val="004A4188"/>
    <w:rsid w:val="004B1238"/>
    <w:rsid w:val="004B3123"/>
    <w:rsid w:val="004B739F"/>
    <w:rsid w:val="004C0670"/>
    <w:rsid w:val="004C0A21"/>
    <w:rsid w:val="004E1F5F"/>
    <w:rsid w:val="004E481C"/>
    <w:rsid w:val="004E7E57"/>
    <w:rsid w:val="004F42D8"/>
    <w:rsid w:val="004F60F9"/>
    <w:rsid w:val="004F6399"/>
    <w:rsid w:val="004F7841"/>
    <w:rsid w:val="004F7DE0"/>
    <w:rsid w:val="00510C72"/>
    <w:rsid w:val="005220A0"/>
    <w:rsid w:val="0052405B"/>
    <w:rsid w:val="00524E7F"/>
    <w:rsid w:val="0052538A"/>
    <w:rsid w:val="005372B8"/>
    <w:rsid w:val="00540F6A"/>
    <w:rsid w:val="00547E75"/>
    <w:rsid w:val="005538D8"/>
    <w:rsid w:val="00566304"/>
    <w:rsid w:val="00570518"/>
    <w:rsid w:val="00570D9F"/>
    <w:rsid w:val="00572B40"/>
    <w:rsid w:val="005903F0"/>
    <w:rsid w:val="00592147"/>
    <w:rsid w:val="00592B1E"/>
    <w:rsid w:val="00593C7D"/>
    <w:rsid w:val="00593CB3"/>
    <w:rsid w:val="005A31C9"/>
    <w:rsid w:val="005A33A4"/>
    <w:rsid w:val="005A532D"/>
    <w:rsid w:val="005B04C6"/>
    <w:rsid w:val="005B0AE2"/>
    <w:rsid w:val="005B364B"/>
    <w:rsid w:val="005B645C"/>
    <w:rsid w:val="005E5A1C"/>
    <w:rsid w:val="005E6335"/>
    <w:rsid w:val="005F1183"/>
    <w:rsid w:val="005F589B"/>
    <w:rsid w:val="006051D4"/>
    <w:rsid w:val="00606A69"/>
    <w:rsid w:val="00612F8A"/>
    <w:rsid w:val="006152F5"/>
    <w:rsid w:val="00617DBB"/>
    <w:rsid w:val="00620E4A"/>
    <w:rsid w:val="00633717"/>
    <w:rsid w:val="00637F1C"/>
    <w:rsid w:val="00640573"/>
    <w:rsid w:val="00651054"/>
    <w:rsid w:val="00653EA9"/>
    <w:rsid w:val="00656296"/>
    <w:rsid w:val="006644F9"/>
    <w:rsid w:val="006647B0"/>
    <w:rsid w:val="00664E07"/>
    <w:rsid w:val="00666E79"/>
    <w:rsid w:val="006747FC"/>
    <w:rsid w:val="0068214C"/>
    <w:rsid w:val="0068656F"/>
    <w:rsid w:val="00686838"/>
    <w:rsid w:val="006A3B80"/>
    <w:rsid w:val="006B7438"/>
    <w:rsid w:val="006C73E0"/>
    <w:rsid w:val="006E65D1"/>
    <w:rsid w:val="006E6849"/>
    <w:rsid w:val="006F330F"/>
    <w:rsid w:val="00702A3D"/>
    <w:rsid w:val="007045EC"/>
    <w:rsid w:val="007110EF"/>
    <w:rsid w:val="00714B42"/>
    <w:rsid w:val="00725B3E"/>
    <w:rsid w:val="00726FCA"/>
    <w:rsid w:val="00730C26"/>
    <w:rsid w:val="00730EF8"/>
    <w:rsid w:val="00732BF5"/>
    <w:rsid w:val="00733ED4"/>
    <w:rsid w:val="00734226"/>
    <w:rsid w:val="00737178"/>
    <w:rsid w:val="00740839"/>
    <w:rsid w:val="00741AD6"/>
    <w:rsid w:val="0075211C"/>
    <w:rsid w:val="007602A2"/>
    <w:rsid w:val="00765649"/>
    <w:rsid w:val="00773775"/>
    <w:rsid w:val="00773A45"/>
    <w:rsid w:val="00775328"/>
    <w:rsid w:val="0078247D"/>
    <w:rsid w:val="00787A32"/>
    <w:rsid w:val="00791B59"/>
    <w:rsid w:val="007929C3"/>
    <w:rsid w:val="00794CB8"/>
    <w:rsid w:val="007A6779"/>
    <w:rsid w:val="007A7825"/>
    <w:rsid w:val="007B290D"/>
    <w:rsid w:val="007B6442"/>
    <w:rsid w:val="007B7E19"/>
    <w:rsid w:val="007C2AF6"/>
    <w:rsid w:val="007D6477"/>
    <w:rsid w:val="007D76CD"/>
    <w:rsid w:val="007E3B07"/>
    <w:rsid w:val="007E74F3"/>
    <w:rsid w:val="007F6881"/>
    <w:rsid w:val="00801639"/>
    <w:rsid w:val="00801D9C"/>
    <w:rsid w:val="00807343"/>
    <w:rsid w:val="0081116D"/>
    <w:rsid w:val="00814BB9"/>
    <w:rsid w:val="008157AE"/>
    <w:rsid w:val="00824AF2"/>
    <w:rsid w:val="00826611"/>
    <w:rsid w:val="008341DE"/>
    <w:rsid w:val="00842F21"/>
    <w:rsid w:val="0085379D"/>
    <w:rsid w:val="008637F0"/>
    <w:rsid w:val="00863AED"/>
    <w:rsid w:val="00881CFE"/>
    <w:rsid w:val="00887A29"/>
    <w:rsid w:val="00890942"/>
    <w:rsid w:val="008B0E8F"/>
    <w:rsid w:val="008D0F11"/>
    <w:rsid w:val="008D540E"/>
    <w:rsid w:val="008E6FCC"/>
    <w:rsid w:val="008F018E"/>
    <w:rsid w:val="008F0287"/>
    <w:rsid w:val="008F1094"/>
    <w:rsid w:val="008F50E6"/>
    <w:rsid w:val="008F6083"/>
    <w:rsid w:val="008F716C"/>
    <w:rsid w:val="008F73AA"/>
    <w:rsid w:val="008F797E"/>
    <w:rsid w:val="00903CCE"/>
    <w:rsid w:val="00905507"/>
    <w:rsid w:val="00930E98"/>
    <w:rsid w:val="00931229"/>
    <w:rsid w:val="00933C7B"/>
    <w:rsid w:val="009365C7"/>
    <w:rsid w:val="00944D9C"/>
    <w:rsid w:val="00945213"/>
    <w:rsid w:val="0094672F"/>
    <w:rsid w:val="00947B42"/>
    <w:rsid w:val="009544A9"/>
    <w:rsid w:val="009557B0"/>
    <w:rsid w:val="009604B8"/>
    <w:rsid w:val="00965773"/>
    <w:rsid w:val="00966049"/>
    <w:rsid w:val="009664DA"/>
    <w:rsid w:val="009668ED"/>
    <w:rsid w:val="00973FD9"/>
    <w:rsid w:val="00981AC9"/>
    <w:rsid w:val="0098321C"/>
    <w:rsid w:val="00984B58"/>
    <w:rsid w:val="0098743B"/>
    <w:rsid w:val="00987722"/>
    <w:rsid w:val="009964E8"/>
    <w:rsid w:val="009A085C"/>
    <w:rsid w:val="009A1927"/>
    <w:rsid w:val="009A221A"/>
    <w:rsid w:val="009A3C1C"/>
    <w:rsid w:val="009A421F"/>
    <w:rsid w:val="009B29A1"/>
    <w:rsid w:val="009C1F50"/>
    <w:rsid w:val="009C51D3"/>
    <w:rsid w:val="009C6723"/>
    <w:rsid w:val="009D28C1"/>
    <w:rsid w:val="009D38D3"/>
    <w:rsid w:val="009F3E84"/>
    <w:rsid w:val="009F447C"/>
    <w:rsid w:val="00A006DF"/>
    <w:rsid w:val="00A112D7"/>
    <w:rsid w:val="00A11EB6"/>
    <w:rsid w:val="00A14D79"/>
    <w:rsid w:val="00A24E61"/>
    <w:rsid w:val="00A31A91"/>
    <w:rsid w:val="00A417BD"/>
    <w:rsid w:val="00A422AD"/>
    <w:rsid w:val="00A4498F"/>
    <w:rsid w:val="00A47553"/>
    <w:rsid w:val="00A50213"/>
    <w:rsid w:val="00A50565"/>
    <w:rsid w:val="00A751CE"/>
    <w:rsid w:val="00A84F3D"/>
    <w:rsid w:val="00A85571"/>
    <w:rsid w:val="00A91E82"/>
    <w:rsid w:val="00A96003"/>
    <w:rsid w:val="00AB2E12"/>
    <w:rsid w:val="00AB5545"/>
    <w:rsid w:val="00AD2913"/>
    <w:rsid w:val="00AE0CF7"/>
    <w:rsid w:val="00AE7E3E"/>
    <w:rsid w:val="00AF4515"/>
    <w:rsid w:val="00AF4BD2"/>
    <w:rsid w:val="00B000C5"/>
    <w:rsid w:val="00B0329B"/>
    <w:rsid w:val="00B066C7"/>
    <w:rsid w:val="00B2088C"/>
    <w:rsid w:val="00B226A6"/>
    <w:rsid w:val="00B2512D"/>
    <w:rsid w:val="00B3625B"/>
    <w:rsid w:val="00B43C31"/>
    <w:rsid w:val="00B445F5"/>
    <w:rsid w:val="00B46D4F"/>
    <w:rsid w:val="00B51BEF"/>
    <w:rsid w:val="00B5581A"/>
    <w:rsid w:val="00B63CA6"/>
    <w:rsid w:val="00B66C44"/>
    <w:rsid w:val="00B73548"/>
    <w:rsid w:val="00B75A17"/>
    <w:rsid w:val="00B767A0"/>
    <w:rsid w:val="00B77DCF"/>
    <w:rsid w:val="00B80C2F"/>
    <w:rsid w:val="00B8529C"/>
    <w:rsid w:val="00B86D69"/>
    <w:rsid w:val="00B90BB2"/>
    <w:rsid w:val="00B91B51"/>
    <w:rsid w:val="00B93DE9"/>
    <w:rsid w:val="00B95EFE"/>
    <w:rsid w:val="00BA394F"/>
    <w:rsid w:val="00BA7C73"/>
    <w:rsid w:val="00BB6C81"/>
    <w:rsid w:val="00BC5439"/>
    <w:rsid w:val="00BD3411"/>
    <w:rsid w:val="00BD4F69"/>
    <w:rsid w:val="00BD5A81"/>
    <w:rsid w:val="00BD7A4E"/>
    <w:rsid w:val="00BF65E2"/>
    <w:rsid w:val="00C04FAF"/>
    <w:rsid w:val="00C113FD"/>
    <w:rsid w:val="00C13AED"/>
    <w:rsid w:val="00C152CC"/>
    <w:rsid w:val="00C26705"/>
    <w:rsid w:val="00C31DC8"/>
    <w:rsid w:val="00C324FB"/>
    <w:rsid w:val="00C4277C"/>
    <w:rsid w:val="00C47FCA"/>
    <w:rsid w:val="00C55E62"/>
    <w:rsid w:val="00C635D4"/>
    <w:rsid w:val="00C65576"/>
    <w:rsid w:val="00C6576A"/>
    <w:rsid w:val="00C77384"/>
    <w:rsid w:val="00C8080E"/>
    <w:rsid w:val="00C848A8"/>
    <w:rsid w:val="00C91AD9"/>
    <w:rsid w:val="00C93C03"/>
    <w:rsid w:val="00C95215"/>
    <w:rsid w:val="00C9563F"/>
    <w:rsid w:val="00CA04E9"/>
    <w:rsid w:val="00CA3143"/>
    <w:rsid w:val="00CA6DDC"/>
    <w:rsid w:val="00CB11D9"/>
    <w:rsid w:val="00CB599D"/>
    <w:rsid w:val="00CB6B6F"/>
    <w:rsid w:val="00CC7037"/>
    <w:rsid w:val="00CD63B9"/>
    <w:rsid w:val="00CE032B"/>
    <w:rsid w:val="00CE1978"/>
    <w:rsid w:val="00CE5BBC"/>
    <w:rsid w:val="00CF74F7"/>
    <w:rsid w:val="00D01276"/>
    <w:rsid w:val="00D01AFB"/>
    <w:rsid w:val="00D03E21"/>
    <w:rsid w:val="00D11FF3"/>
    <w:rsid w:val="00D15A70"/>
    <w:rsid w:val="00D20359"/>
    <w:rsid w:val="00D34459"/>
    <w:rsid w:val="00D35507"/>
    <w:rsid w:val="00D43DEB"/>
    <w:rsid w:val="00D55F45"/>
    <w:rsid w:val="00D8344C"/>
    <w:rsid w:val="00D84373"/>
    <w:rsid w:val="00D93566"/>
    <w:rsid w:val="00D96E0D"/>
    <w:rsid w:val="00D96FB5"/>
    <w:rsid w:val="00DA1CC9"/>
    <w:rsid w:val="00DA22B2"/>
    <w:rsid w:val="00DA37AA"/>
    <w:rsid w:val="00DA4EEB"/>
    <w:rsid w:val="00DB0D50"/>
    <w:rsid w:val="00DB1310"/>
    <w:rsid w:val="00DD16EF"/>
    <w:rsid w:val="00DD1ED8"/>
    <w:rsid w:val="00DE45DF"/>
    <w:rsid w:val="00DE4A00"/>
    <w:rsid w:val="00DE5648"/>
    <w:rsid w:val="00DE5731"/>
    <w:rsid w:val="00E012E4"/>
    <w:rsid w:val="00E037CE"/>
    <w:rsid w:val="00E03DF5"/>
    <w:rsid w:val="00E077E5"/>
    <w:rsid w:val="00E10050"/>
    <w:rsid w:val="00E149BF"/>
    <w:rsid w:val="00E1676A"/>
    <w:rsid w:val="00E20C48"/>
    <w:rsid w:val="00E3229C"/>
    <w:rsid w:val="00E3244F"/>
    <w:rsid w:val="00E418A0"/>
    <w:rsid w:val="00E44F66"/>
    <w:rsid w:val="00E609FA"/>
    <w:rsid w:val="00E627C9"/>
    <w:rsid w:val="00E64E94"/>
    <w:rsid w:val="00E779E5"/>
    <w:rsid w:val="00E84705"/>
    <w:rsid w:val="00E848A5"/>
    <w:rsid w:val="00E87E55"/>
    <w:rsid w:val="00EB0384"/>
    <w:rsid w:val="00EB1923"/>
    <w:rsid w:val="00EB7210"/>
    <w:rsid w:val="00ED2EEC"/>
    <w:rsid w:val="00ED3815"/>
    <w:rsid w:val="00ED7AEB"/>
    <w:rsid w:val="00EE554F"/>
    <w:rsid w:val="00EE5C56"/>
    <w:rsid w:val="00EF0E18"/>
    <w:rsid w:val="00EF1D67"/>
    <w:rsid w:val="00EF5CAE"/>
    <w:rsid w:val="00EF62BC"/>
    <w:rsid w:val="00EF7E82"/>
    <w:rsid w:val="00F06677"/>
    <w:rsid w:val="00F07BA1"/>
    <w:rsid w:val="00F13AB5"/>
    <w:rsid w:val="00F172AA"/>
    <w:rsid w:val="00F25435"/>
    <w:rsid w:val="00F30BFC"/>
    <w:rsid w:val="00F5641C"/>
    <w:rsid w:val="00F60080"/>
    <w:rsid w:val="00F67E10"/>
    <w:rsid w:val="00F724ED"/>
    <w:rsid w:val="00F730B4"/>
    <w:rsid w:val="00F75FDE"/>
    <w:rsid w:val="00F80D98"/>
    <w:rsid w:val="00F80F77"/>
    <w:rsid w:val="00F81170"/>
    <w:rsid w:val="00F8121A"/>
    <w:rsid w:val="00F82B67"/>
    <w:rsid w:val="00F8345D"/>
    <w:rsid w:val="00F85518"/>
    <w:rsid w:val="00FA0655"/>
    <w:rsid w:val="00FA1D59"/>
    <w:rsid w:val="00FA7362"/>
    <w:rsid w:val="00FB20D5"/>
    <w:rsid w:val="00FB497C"/>
    <w:rsid w:val="00FB5348"/>
    <w:rsid w:val="00FB5D18"/>
    <w:rsid w:val="00FC48DC"/>
    <w:rsid w:val="00FC5AB6"/>
    <w:rsid w:val="00FC7ADA"/>
    <w:rsid w:val="00FD2496"/>
    <w:rsid w:val="00FD2896"/>
    <w:rsid w:val="00FD2FF4"/>
    <w:rsid w:val="00FD4FCF"/>
    <w:rsid w:val="00FD58A4"/>
    <w:rsid w:val="00FD5C82"/>
    <w:rsid w:val="00FD6563"/>
    <w:rsid w:val="00FE0712"/>
    <w:rsid w:val="00FE49B8"/>
    <w:rsid w:val="00FE6283"/>
    <w:rsid w:val="00FF12CF"/>
    <w:rsid w:val="00FF2B1B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4996245-27EA-4A28-8684-C1BF1D259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F1183"/>
    <w:rPr>
      <w:sz w:val="24"/>
      <w:szCs w:val="24"/>
    </w:rPr>
  </w:style>
  <w:style w:type="paragraph" w:styleId="Nagwek1">
    <w:name w:val="heading 1"/>
    <w:basedOn w:val="Normalny"/>
    <w:qFormat/>
    <w:locked/>
    <w:rsid w:val="006C73E0"/>
    <w:pPr>
      <w:keepNext/>
      <w:numPr>
        <w:numId w:val="20"/>
      </w:numPr>
      <w:tabs>
        <w:tab w:val="left" w:pos="284"/>
      </w:tabs>
      <w:spacing w:line="276" w:lineRule="auto"/>
      <w:jc w:val="both"/>
      <w:outlineLvl w:val="0"/>
    </w:pPr>
    <w:rPr>
      <w:rFonts w:cs="Arial"/>
      <w:sz w:val="20"/>
      <w:szCs w:val="2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C73E0"/>
    <w:pPr>
      <w:keepNext/>
      <w:numPr>
        <w:ilvl w:val="1"/>
        <w:numId w:val="20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6C73E0"/>
    <w:pPr>
      <w:keepNext/>
      <w:numPr>
        <w:ilvl w:val="2"/>
        <w:numId w:val="20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nhideWhenUsed/>
    <w:qFormat/>
    <w:rsid w:val="006C73E0"/>
    <w:pPr>
      <w:keepNext/>
      <w:numPr>
        <w:ilvl w:val="3"/>
        <w:numId w:val="20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C73E0"/>
    <w:pPr>
      <w:numPr>
        <w:ilvl w:val="4"/>
        <w:numId w:val="20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6C73E0"/>
    <w:pPr>
      <w:numPr>
        <w:ilvl w:val="5"/>
        <w:numId w:val="20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6C73E0"/>
    <w:pPr>
      <w:numPr>
        <w:ilvl w:val="6"/>
        <w:numId w:val="20"/>
      </w:num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6C73E0"/>
    <w:pPr>
      <w:numPr>
        <w:ilvl w:val="7"/>
        <w:numId w:val="20"/>
      </w:numPr>
      <w:spacing w:before="240" w:after="60"/>
      <w:outlineLvl w:val="7"/>
    </w:pPr>
    <w:rPr>
      <w:rFonts w:ascii="Calibri" w:hAnsi="Calibri"/>
      <w:i/>
      <w:iCs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6C73E0"/>
    <w:pPr>
      <w:numPr>
        <w:ilvl w:val="8"/>
        <w:numId w:val="20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966049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ED7AEB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B000C5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3C07EB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0B43DD"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264259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styleId="Hipercze">
    <w:name w:val="Hyperlink"/>
    <w:rsid w:val="00686838"/>
    <w:rPr>
      <w:color w:val="0000FF"/>
      <w:u w:val="single"/>
    </w:rPr>
  </w:style>
  <w:style w:type="paragraph" w:styleId="Tytu">
    <w:name w:val="Title"/>
    <w:basedOn w:val="Normalny"/>
    <w:next w:val="Podtytu"/>
    <w:qFormat/>
    <w:rsid w:val="005E5A1C"/>
    <w:pPr>
      <w:suppressAutoHyphens/>
      <w:jc w:val="center"/>
    </w:pPr>
    <w:rPr>
      <w:b/>
      <w:lang w:eastAsia="ar-SA"/>
    </w:rPr>
  </w:style>
  <w:style w:type="paragraph" w:styleId="Tekstpodstawowywcity">
    <w:name w:val="Body Text Indent"/>
    <w:basedOn w:val="Normalny"/>
    <w:rsid w:val="005E5A1C"/>
    <w:pPr>
      <w:suppressAutoHyphens/>
      <w:spacing w:after="120"/>
      <w:ind w:left="283"/>
    </w:pPr>
    <w:rPr>
      <w:lang w:eastAsia="ar-SA"/>
    </w:rPr>
  </w:style>
  <w:style w:type="paragraph" w:styleId="Podtytu">
    <w:name w:val="Subtitle"/>
    <w:basedOn w:val="Normalny"/>
    <w:qFormat/>
    <w:rsid w:val="005E5A1C"/>
    <w:pPr>
      <w:spacing w:after="60"/>
      <w:jc w:val="center"/>
      <w:outlineLvl w:val="1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BD7A4E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F50E6"/>
    <w:rPr>
      <w:sz w:val="20"/>
      <w:szCs w:val="20"/>
    </w:rPr>
  </w:style>
  <w:style w:type="character" w:styleId="Odwoanieprzypisudolnego">
    <w:name w:val="footnote reference"/>
    <w:semiHidden/>
    <w:rsid w:val="008F50E6"/>
    <w:rPr>
      <w:vertAlign w:val="superscript"/>
    </w:rPr>
  </w:style>
  <w:style w:type="paragraph" w:styleId="Zwykytekst">
    <w:name w:val="Plain Text"/>
    <w:basedOn w:val="Normalny"/>
    <w:link w:val="ZwykytekstZnak"/>
    <w:rsid w:val="00933C7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semiHidden/>
    <w:locked/>
    <w:rsid w:val="00933C7B"/>
    <w:rPr>
      <w:rFonts w:ascii="Courier New" w:hAnsi="Courier New" w:cs="Courier New"/>
      <w:lang w:val="pl-PL" w:eastAsia="pl-PL" w:bidi="ar-SA"/>
    </w:rPr>
  </w:style>
  <w:style w:type="paragraph" w:styleId="Tekstpodstawowy2">
    <w:name w:val="Body Text 2"/>
    <w:basedOn w:val="Normalny"/>
    <w:link w:val="Tekstpodstawowy2Znak"/>
    <w:rsid w:val="001E20A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semiHidden/>
    <w:locked/>
    <w:rsid w:val="001E20A3"/>
    <w:rPr>
      <w:sz w:val="24"/>
      <w:szCs w:val="24"/>
      <w:lang w:val="pl-PL" w:eastAsia="pl-PL" w:bidi="ar-SA"/>
    </w:rPr>
  </w:style>
  <w:style w:type="paragraph" w:customStyle="1" w:styleId="rozdzia">
    <w:name w:val="rozdział"/>
    <w:basedOn w:val="Normalny"/>
    <w:autoRedefine/>
    <w:rsid w:val="00171B9C"/>
    <w:pPr>
      <w:tabs>
        <w:tab w:val="left" w:pos="540"/>
        <w:tab w:val="left" w:pos="720"/>
      </w:tabs>
      <w:spacing w:before="120"/>
      <w:ind w:left="539" w:hanging="539"/>
      <w:jc w:val="both"/>
    </w:pPr>
    <w:rPr>
      <w:rFonts w:ascii="Calibri" w:hAnsi="Calibri" w:cs="Verdana"/>
      <w:bCs/>
      <w:sz w:val="22"/>
      <w:szCs w:val="22"/>
    </w:rPr>
  </w:style>
  <w:style w:type="table" w:styleId="Tabela-Siatka">
    <w:name w:val="Table Grid"/>
    <w:basedOn w:val="Standardowy"/>
    <w:rsid w:val="003B28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rsid w:val="00CE5BBC"/>
    <w:rPr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E5BBC"/>
    <w:pPr>
      <w:shd w:val="clear" w:color="auto" w:fill="FFFFFF"/>
      <w:spacing w:after="60" w:line="0" w:lineRule="atLeast"/>
      <w:ind w:hanging="860"/>
    </w:pPr>
    <w:rPr>
      <w:sz w:val="21"/>
      <w:szCs w:val="21"/>
    </w:rPr>
  </w:style>
  <w:style w:type="character" w:customStyle="1" w:styleId="Nagwek2Znak">
    <w:name w:val="Nagłówek 2 Znak"/>
    <w:link w:val="Nagwek2"/>
    <w:semiHidden/>
    <w:rsid w:val="006C73E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semiHidden/>
    <w:rsid w:val="006C73E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rsid w:val="006C73E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semiHidden/>
    <w:rsid w:val="006C73E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semiHidden/>
    <w:rsid w:val="006C73E0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Nagwek7Znak">
    <w:name w:val="Nagłówek 7 Znak"/>
    <w:link w:val="Nagwek7"/>
    <w:semiHidden/>
    <w:rsid w:val="006C73E0"/>
    <w:rPr>
      <w:rFonts w:ascii="Calibri" w:eastAsia="Times New Roman" w:hAnsi="Calibri" w:cs="Times New Roman"/>
      <w:sz w:val="24"/>
      <w:szCs w:val="24"/>
    </w:rPr>
  </w:style>
  <w:style w:type="character" w:customStyle="1" w:styleId="Nagwek8Znak">
    <w:name w:val="Nagłówek 8 Znak"/>
    <w:link w:val="Nagwek8"/>
    <w:semiHidden/>
    <w:rsid w:val="006C73E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semiHidden/>
    <w:rsid w:val="006C73E0"/>
    <w:rPr>
      <w:rFonts w:ascii="Cambria" w:eastAsia="Times New Roman" w:hAnsi="Cambria" w:cs="Times New Roman"/>
      <w:sz w:val="22"/>
      <w:szCs w:val="22"/>
    </w:rPr>
  </w:style>
  <w:style w:type="character" w:styleId="Odwoaniedokomentarza">
    <w:name w:val="annotation reference"/>
    <w:basedOn w:val="Domylnaczcionkaakapitu"/>
    <w:semiHidden/>
    <w:unhideWhenUsed/>
    <w:rsid w:val="005A31C9"/>
    <w:rPr>
      <w:sz w:val="18"/>
      <w:szCs w:val="18"/>
    </w:rPr>
  </w:style>
  <w:style w:type="paragraph" w:styleId="Tekstkomentarza">
    <w:name w:val="annotation text"/>
    <w:basedOn w:val="Normalny"/>
    <w:link w:val="TekstkomentarzaZnak"/>
    <w:semiHidden/>
    <w:unhideWhenUsed/>
    <w:rsid w:val="005A31C9"/>
  </w:style>
  <w:style w:type="character" w:customStyle="1" w:styleId="TekstkomentarzaZnak">
    <w:name w:val="Tekst komentarza Znak"/>
    <w:basedOn w:val="Domylnaczcionkaakapitu"/>
    <w:link w:val="Tekstkomentarza"/>
    <w:semiHidden/>
    <w:rsid w:val="005A31C9"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5A31C9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semiHidden/>
    <w:rsid w:val="005A31C9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0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5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jan.kocur\Pulpit\Szablon%20retencja%20z%20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DC40E-3044-44BE-9E24-10E1E8FBB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retencja z LP</Template>
  <TotalTime>28</TotalTime>
  <Pages>3</Pages>
  <Words>1056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7378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Tomasz Mroszczyk</cp:lastModifiedBy>
  <cp:revision>52</cp:revision>
  <cp:lastPrinted>2016-09-22T07:56:00Z</cp:lastPrinted>
  <dcterms:created xsi:type="dcterms:W3CDTF">2018-03-08T08:22:00Z</dcterms:created>
  <dcterms:modified xsi:type="dcterms:W3CDTF">2019-09-19T16:47:00Z</dcterms:modified>
  <cp:category/>
</cp:coreProperties>
</file>